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bottomFromText="142" w:vertAnchor="text" w:tblpY="1"/>
        <w:tblOverlap w:val="never"/>
        <w:tblW w:w="9637" w:type="dxa"/>
        <w:tblLayout w:type="fixed"/>
        <w:tblCellMar>
          <w:top w:w="28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8220"/>
      </w:tblGrid>
      <w:tr w:rsidR="00366C97" w:rsidRPr="000A66EF" w14:paraId="229FC51F" w14:textId="77777777" w:rsidTr="00502006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806E4" w14:textId="77777777" w:rsidR="00366C97" w:rsidRPr="00052BDC" w:rsidRDefault="00366C97" w:rsidP="007D5D14">
            <w:pPr>
              <w:spacing w:after="0"/>
              <w:rPr>
                <w:bCs/>
                <w:lang w:val="en-US"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D082E" w14:textId="3A61C2D8" w:rsidR="00366C97" w:rsidRPr="00766C37" w:rsidRDefault="00366C97" w:rsidP="007A3925">
            <w:pPr>
              <w:spacing w:after="0"/>
              <w:rPr>
                <w:b/>
              </w:rPr>
            </w:pPr>
          </w:p>
        </w:tc>
      </w:tr>
      <w:tr w:rsidR="0015281A" w:rsidRPr="0015281A" w14:paraId="61407715" w14:textId="77777777" w:rsidTr="00502006">
        <w:trPr>
          <w:cantSplit/>
        </w:trPr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A0C21" w14:textId="77777777" w:rsidR="0015281A" w:rsidRPr="000A66EF" w:rsidRDefault="0015281A" w:rsidP="0044177E">
            <w:pPr>
              <w:spacing w:after="0"/>
              <w:rPr>
                <w:bCs/>
              </w:rPr>
            </w:pPr>
          </w:p>
        </w:tc>
        <w:tc>
          <w:tcPr>
            <w:tcW w:w="8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02DF9" w14:textId="582FC37D" w:rsidR="0015281A" w:rsidRPr="0015281A" w:rsidRDefault="00000000" w:rsidP="005C6CE7">
            <w:pPr>
              <w:spacing w:after="0"/>
              <w:jc w:val="right"/>
            </w:pPr>
            <w:sdt>
              <w:sdtPr>
                <w:rPr>
                  <w:b/>
                </w:rPr>
                <w:alias w:val="Alege clasificarea informaţiilor"/>
                <w:tag w:val="Alege clasificarea informaţiilor"/>
                <w:id w:val="-688445237"/>
                <w:lock w:val="sdtLocked"/>
                <w:placeholder>
                  <w:docPart w:val="2615A6624EA548E08526F27FDB8EBAB6"/>
                </w:placeholder>
                <w15:color w:val="339966"/>
                <w:comboBox>
                  <w:listItem w:displayText="Alege clasificarea informaţiilor" w:value="Alege clasificarea informaţiilor"/>
                  <w:listItem w:displayText="Confidenţial" w:value="Confidenţial"/>
                  <w:listItem w:displayText="                                          " w:value="                                          "/>
                  <w:listItem w:displayText="Restricţionat" w:value="Restricţionat"/>
                </w:comboBox>
              </w:sdtPr>
              <w:sdtContent>
                <w:r w:rsidR="004D7F3E">
                  <w:rPr>
                    <w:b/>
                  </w:rPr>
                  <w:t xml:space="preserve">                                          </w:t>
                </w:r>
              </w:sdtContent>
            </w:sdt>
            <w:sdt>
              <w:sdtPr>
                <w:rPr>
                  <w:b/>
                </w:rPr>
                <w:id w:val="-1123841323"/>
                <w:lock w:val="sdtContentLocked"/>
                <w:placeholder>
                  <w:docPart w:val="672F0C8FAE79445B82DE1E33A58593B3"/>
                </w:placeholder>
                <w:group/>
              </w:sdtPr>
              <w:sdtContent>
                <w:r w:rsidR="0015281A" w:rsidRPr="0015281A">
                  <w:rPr>
                    <w:b/>
                  </w:rPr>
                  <w:t>   </w:t>
                </w:r>
              </w:sdtContent>
            </w:sdt>
          </w:p>
        </w:tc>
      </w:tr>
    </w:tbl>
    <w:p w14:paraId="0CCC80DD" w14:textId="77777777" w:rsidR="00A30BCE" w:rsidRPr="00A30BCE" w:rsidRDefault="00A30BCE" w:rsidP="00A30BCE">
      <w:pPr>
        <w:tabs>
          <w:tab w:val="clear" w:pos="425"/>
        </w:tabs>
        <w:contextualSpacing/>
        <w:rPr>
          <w:rFonts w:cs="Sora"/>
          <w:b/>
          <w:noProof w:val="0"/>
        </w:rPr>
      </w:pPr>
    </w:p>
    <w:p w14:paraId="22E6D8E3" w14:textId="77777777" w:rsidR="00A30BCE" w:rsidRPr="00A30BCE" w:rsidRDefault="00A30BCE" w:rsidP="00A30BCE">
      <w:pPr>
        <w:tabs>
          <w:tab w:val="clear" w:pos="425"/>
        </w:tabs>
        <w:contextualSpacing/>
        <w:rPr>
          <w:rFonts w:cs="Sora"/>
          <w:noProof w:val="0"/>
          <w:lang w:val="en-US"/>
        </w:rPr>
      </w:pPr>
    </w:p>
    <w:p w14:paraId="47C69523" w14:textId="77777777" w:rsidR="001C6209" w:rsidRPr="00F44C3E" w:rsidRDefault="001C6209" w:rsidP="001C6209">
      <w:pPr>
        <w:jc w:val="center"/>
      </w:pPr>
      <w:r w:rsidRPr="00F44C3E">
        <w:t>Acord prelucrare date cu caracter personal</w:t>
      </w:r>
    </w:p>
    <w:p w14:paraId="28544941" w14:textId="77777777" w:rsidR="001C6209" w:rsidRPr="00F44C3E" w:rsidRDefault="001C6209" w:rsidP="001C6209">
      <w:pPr>
        <w:jc w:val="center"/>
      </w:pPr>
    </w:p>
    <w:p w14:paraId="448B0334" w14:textId="77777777" w:rsidR="001C6209" w:rsidRDefault="001C6209" w:rsidP="001C6209"/>
    <w:p w14:paraId="2406AB66" w14:textId="77777777" w:rsidR="001C6209" w:rsidRPr="00F44C3E" w:rsidRDefault="001C6209" w:rsidP="001C6209">
      <w:r w:rsidRPr="00F44C3E">
        <w:t>Subsemnat</w:t>
      </w:r>
      <w:r>
        <w:t>ul/a</w:t>
      </w:r>
      <w:r w:rsidRPr="00F44C3E">
        <w:t xml:space="preserve"> _________________________________________, născu</w:t>
      </w:r>
      <w:r>
        <w:t>t/ă</w:t>
      </w:r>
      <w:r w:rsidRPr="00F44C3E">
        <w:t xml:space="preserve"> în anul  ______,  luna  _____________,  ziua  ____,  în localitatea________________, fiul /fiica lui  _____________ şi al  ____________, cetăţean român cu domiciliul stabil/reşedința în România, localitatea  ____________________, str.______________________________, nr.  _______,  bl. ________, sc.  _____,ap.  ______, judeţul  _____________, cod poştal  __________, telefon___________, posesor al B.I / C.I. seria  ___________, nr. ____________,eliberat de __________________  la data de  ________________.</w:t>
      </w:r>
    </w:p>
    <w:p w14:paraId="2EEA22CD" w14:textId="77777777" w:rsidR="001C6209" w:rsidRPr="00F44C3E" w:rsidRDefault="001C6209" w:rsidP="001C6209">
      <w:r w:rsidRPr="00F44C3E">
        <w:t xml:space="preserve">Îmi exprim acordul cu privire la utilizarea </w:t>
      </w:r>
      <w:r>
        <w:t>și</w:t>
      </w:r>
      <w:r w:rsidRPr="00F44C3E">
        <w:t xml:space="preserve"> prelucrarea de către S.N.G.N ROMGAZ S.A a următoarelor date cu caracter personal: adresa, locul nașterii, CNP, data nașterii, Cl serie și număr, telefon, e-mail, în scopul efectuării tuturor operațiunilor </w:t>
      </w:r>
      <w:r>
        <w:t>legate de desfășurarea concursului privind acordarea burselor private în cadrul Programului „Romgaz Scholarships”, Ediția 2024-2025, precum și pentru plata bursei lunare acordate de către Organizator în cazul în care voi fi desemnat câștigător și pe toată durata desfășurării programului.</w:t>
      </w:r>
    </w:p>
    <w:p w14:paraId="6745D588" w14:textId="77777777" w:rsidR="001C6209" w:rsidRPr="00F44C3E" w:rsidRDefault="001C6209" w:rsidP="001C6209"/>
    <w:p w14:paraId="7D1DB20C" w14:textId="77777777" w:rsidR="001C6209" w:rsidRPr="00F44C3E" w:rsidRDefault="001C6209" w:rsidP="001C6209">
      <w:r>
        <w:t>Candidat</w:t>
      </w:r>
      <w:r w:rsidRPr="00F44C3E">
        <w:t xml:space="preserve">, </w:t>
      </w:r>
    </w:p>
    <w:p w14:paraId="198FE6AC" w14:textId="77777777" w:rsidR="007A3925" w:rsidRDefault="007A3925" w:rsidP="007A3925">
      <w:pPr>
        <w:tabs>
          <w:tab w:val="left" w:pos="3375"/>
        </w:tabs>
        <w:spacing w:line="276" w:lineRule="auto"/>
        <w:jc w:val="left"/>
        <w:rPr>
          <w:b/>
          <w:sz w:val="22"/>
          <w:szCs w:val="22"/>
        </w:rPr>
      </w:pPr>
    </w:p>
    <w:sectPr w:rsidR="007A3925" w:rsidSect="001B7F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134" w:right="1134" w:bottom="1134" w:left="1134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4DCB1" w14:textId="77777777" w:rsidR="00DB6662" w:rsidRDefault="00DB6662" w:rsidP="008B1CC7">
      <w:r>
        <w:separator/>
      </w:r>
    </w:p>
  </w:endnote>
  <w:endnote w:type="continuationSeparator" w:id="0">
    <w:p w14:paraId="16BCB1A5" w14:textId="77777777" w:rsidR="00DB6662" w:rsidRDefault="00DB6662" w:rsidP="008B1CC7">
      <w:r>
        <w:continuationSeparator/>
      </w:r>
    </w:p>
  </w:endnote>
  <w:endnote w:type="continuationNotice" w:id="1">
    <w:p w14:paraId="40860C36" w14:textId="77777777" w:rsidR="00DB6662" w:rsidRDefault="00DB66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Kanit Medium">
    <w:charset w:val="DE"/>
    <w:family w:val="auto"/>
    <w:pitch w:val="variable"/>
    <w:sig w:usb0="00000000" w:usb1="5000207B" w:usb2="00000000" w:usb3="00000000" w:csb0="0001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charset w:val="00"/>
    <w:family w:val="auto"/>
    <w:pitch w:val="variable"/>
    <w:sig w:usb0="A000006F" w:usb1="5000004B" w:usb2="0001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309554825"/>
      <w:docPartObj>
        <w:docPartGallery w:val="Page Numbers (Bottom of Page)"/>
        <w:docPartUnique/>
      </w:docPartObj>
    </w:sdtPr>
    <w:sdtContent>
      <w:p w14:paraId="23CB0E59" w14:textId="77777777" w:rsidR="00BE5F70" w:rsidRDefault="00BE5F70" w:rsidP="00BE5F70">
        <w:pPr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2</w:t>
        </w:r>
        <w:r>
          <w:rPr>
            <w:rStyle w:val="PageNumber"/>
          </w:rPr>
          <w:fldChar w:fldCharType="end"/>
        </w:r>
      </w:p>
    </w:sdtContent>
  </w:sdt>
  <w:p w14:paraId="3FF229A0" w14:textId="77777777" w:rsidR="00BE5F70" w:rsidRDefault="00BE5F70" w:rsidP="00A04C66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DC545" w14:textId="77777777" w:rsidR="00F917DF" w:rsidRDefault="00891995" w:rsidP="00B318AB">
    <w:pPr>
      <w:jc w:val="center"/>
      <w:rPr>
        <w:position w:val="0"/>
        <w:sz w:val="17"/>
        <w:szCs w:val="17"/>
      </w:rPr>
    </w:pPr>
    <w:r w:rsidRPr="00F917DF">
      <w:rPr>
        <w:position w:val="0"/>
        <w:sz w:val="17"/>
        <w:szCs w:val="17"/>
      </w:rPr>
      <w:fldChar w:fldCharType="begin"/>
    </w:r>
    <w:r w:rsidRPr="00F917DF">
      <w:rPr>
        <w:position w:val="0"/>
        <w:sz w:val="17"/>
        <w:szCs w:val="17"/>
      </w:rPr>
      <w:instrText xml:space="preserve"> PAGE  \* Arabic  \* MERGEFORMAT </w:instrText>
    </w:r>
    <w:r w:rsidRPr="00F917DF">
      <w:rPr>
        <w:position w:val="0"/>
        <w:sz w:val="17"/>
        <w:szCs w:val="17"/>
      </w:rPr>
      <w:fldChar w:fldCharType="separate"/>
    </w:r>
    <w:r w:rsidR="007F652A">
      <w:rPr>
        <w:position w:val="0"/>
        <w:sz w:val="17"/>
        <w:szCs w:val="17"/>
      </w:rPr>
      <w:t>2</w:t>
    </w:r>
    <w:r w:rsidRPr="00F917DF">
      <w:rPr>
        <w:position w:val="0"/>
        <w:sz w:val="17"/>
        <w:szCs w:val="17"/>
      </w:rPr>
      <w:fldChar w:fldCharType="end"/>
    </w:r>
    <w:r w:rsidRPr="00F917DF">
      <w:rPr>
        <w:position w:val="0"/>
        <w:sz w:val="17"/>
        <w:szCs w:val="17"/>
      </w:rPr>
      <w:t>/</w:t>
    </w:r>
    <w:r w:rsidRPr="00F917DF">
      <w:rPr>
        <w:position w:val="0"/>
        <w:sz w:val="17"/>
        <w:szCs w:val="17"/>
      </w:rPr>
      <w:fldChar w:fldCharType="begin"/>
    </w:r>
    <w:r w:rsidRPr="00F917DF">
      <w:rPr>
        <w:position w:val="0"/>
        <w:sz w:val="17"/>
        <w:szCs w:val="17"/>
      </w:rPr>
      <w:instrText xml:space="preserve"> NUMPAGES  \* Arabic  \* MERGEFORMAT </w:instrText>
    </w:r>
    <w:r w:rsidRPr="00F917DF">
      <w:rPr>
        <w:position w:val="0"/>
        <w:sz w:val="17"/>
        <w:szCs w:val="17"/>
      </w:rPr>
      <w:fldChar w:fldCharType="separate"/>
    </w:r>
    <w:r w:rsidR="004F2931">
      <w:rPr>
        <w:position w:val="0"/>
        <w:sz w:val="17"/>
        <w:szCs w:val="17"/>
      </w:rPr>
      <w:t>1</w:t>
    </w:r>
    <w:r w:rsidRPr="00F917DF">
      <w:rPr>
        <w:position w:val="0"/>
        <w:sz w:val="17"/>
        <w:szCs w:val="17"/>
      </w:rPr>
      <w:fldChar w:fldCharType="end"/>
    </w:r>
  </w:p>
  <w:p w14:paraId="79A58B5B" w14:textId="77777777" w:rsidR="0075764C" w:rsidRPr="00B318AB" w:rsidRDefault="0075764C" w:rsidP="00B318AB">
    <w:pPr>
      <w:jc w:val="center"/>
      <w:rPr>
        <w:position w:val="0"/>
        <w:sz w:val="17"/>
        <w:szCs w:val="1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eorgia" w:hAnsi="Georgia"/>
        <w:sz w:val="16"/>
        <w:szCs w:val="16"/>
      </w:rPr>
      <w:id w:val="397954505"/>
      <w:lock w:val="sdtContentLocked"/>
      <w:group/>
    </w:sdtPr>
    <w:sdtContent>
      <w:p w14:paraId="195A09F5" w14:textId="77777777" w:rsidR="00D61E3E" w:rsidRDefault="001B7FED" w:rsidP="007E66EC">
        <w:pPr>
          <w:spacing w:after="0"/>
          <w:rPr>
            <w:rFonts w:ascii="Georgia" w:hAnsi="Georgia"/>
            <w:sz w:val="16"/>
            <w:szCs w:val="16"/>
          </w:rPr>
        </w:pPr>
        <w:r w:rsidRPr="00BC6ABE">
          <w:rPr>
            <w:rFonts w:ascii="Georgia" w:hAnsi="Georgia"/>
            <w:b/>
            <w:bCs/>
            <w:color w:val="808080" w:themeColor="background1" w:themeShade="80"/>
            <w:sz w:val="16"/>
            <w:szCs w:val="16"/>
            <w:lang w:eastAsia="ro-RO"/>
          </w:rPr>
          <w:drawing>
            <wp:anchor distT="0" distB="0" distL="114300" distR="114300" simplePos="0" relativeHeight="251659267" behindDoc="0" locked="0" layoutInCell="1" allowOverlap="1" wp14:anchorId="1B7D5CCD" wp14:editId="335DEEBA">
              <wp:simplePos x="0" y="0"/>
              <wp:positionH relativeFrom="page">
                <wp:posOffset>651510</wp:posOffset>
              </wp:positionH>
              <wp:positionV relativeFrom="page">
                <wp:posOffset>9885680</wp:posOffset>
              </wp:positionV>
              <wp:extent cx="719455" cy="172720"/>
              <wp:effectExtent l="0" t="0" r="4445" b="0"/>
              <wp:wrapNone/>
              <wp:docPr id="132" name="Picture 1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Untitled (600 × 500 px) (90 × 90 px) (75 × 35 mm) (1024 × 768 px) (Logo) (75 × 35 mm) (1920 × 1080 px) (1)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9455" cy="1727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E3CBF11" w14:textId="77777777" w:rsidR="00CE4590" w:rsidRPr="00BC6ABE" w:rsidRDefault="00CE4590" w:rsidP="007E66EC">
        <w:pPr>
          <w:spacing w:after="0"/>
          <w:rPr>
            <w:rFonts w:ascii="Georgia" w:hAnsi="Georgia"/>
            <w:sz w:val="16"/>
            <w:szCs w:val="16"/>
          </w:rPr>
        </w:pPr>
      </w:p>
      <w:tbl>
        <w:tblPr>
          <w:tblStyle w:val="TableGrid"/>
          <w:tblW w:w="9639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28" w:type="dxa"/>
            <w:right w:w="28" w:type="dxa"/>
          </w:tblCellMar>
          <w:tblLook w:val="04A0" w:firstRow="1" w:lastRow="0" w:firstColumn="1" w:lastColumn="0" w:noHBand="0" w:noVBand="1"/>
        </w:tblPr>
        <w:tblGrid>
          <w:gridCol w:w="2381"/>
          <w:gridCol w:w="2581"/>
          <w:gridCol w:w="2058"/>
          <w:gridCol w:w="2619"/>
        </w:tblGrid>
        <w:tr w:rsidR="00BE5F70" w:rsidRPr="00510D5E" w14:paraId="7E5F844D" w14:textId="77777777" w:rsidTr="001930B3">
          <w:trPr>
            <w:trHeight w:hRule="exact" w:val="187"/>
          </w:trPr>
          <w:tc>
            <w:tcPr>
              <w:tcW w:w="2381" w:type="dxa"/>
              <w:vAlign w:val="center"/>
            </w:tcPr>
            <w:p w14:paraId="6B7AB874" w14:textId="77777777" w:rsidR="00BE5F70" w:rsidRPr="00510D5E" w:rsidRDefault="00BE5F70" w:rsidP="00F56E37">
              <w:pPr>
                <w:pStyle w:val="Footer"/>
                <w:ind w:left="-23"/>
                <w:rPr>
                  <w:b/>
                </w:rPr>
              </w:pPr>
              <w:r w:rsidRPr="00510D5E">
                <w:rPr>
                  <w:b/>
                </w:rPr>
                <w:t xml:space="preserve">Societatea Naţională </w:t>
              </w:r>
            </w:p>
          </w:tc>
          <w:tc>
            <w:tcPr>
              <w:tcW w:w="2581" w:type="dxa"/>
              <w:vAlign w:val="center"/>
            </w:tcPr>
            <w:p w14:paraId="5E032CB4" w14:textId="77777777" w:rsidR="00BE5F70" w:rsidRPr="00510D5E" w:rsidRDefault="00BE5F70" w:rsidP="00510D5E">
              <w:pPr>
                <w:pStyle w:val="Footer"/>
              </w:pPr>
              <w:r w:rsidRPr="00510D5E">
                <w:t>T: 004-0374 – 401020</w:t>
              </w:r>
            </w:p>
          </w:tc>
          <w:tc>
            <w:tcPr>
              <w:tcW w:w="2058" w:type="dxa"/>
              <w:vAlign w:val="center"/>
            </w:tcPr>
            <w:p w14:paraId="3AD6EB41" w14:textId="77777777" w:rsidR="00BE5F70" w:rsidRPr="00510D5E" w:rsidRDefault="00BE5F70" w:rsidP="00510D5E">
              <w:pPr>
                <w:pStyle w:val="Footer"/>
              </w:pPr>
              <w:r w:rsidRPr="00510D5E">
                <w:t>551130, Mediaş</w:t>
              </w:r>
            </w:p>
          </w:tc>
          <w:tc>
            <w:tcPr>
              <w:tcW w:w="2619" w:type="dxa"/>
              <w:vAlign w:val="center"/>
            </w:tcPr>
            <w:p w14:paraId="620BEBBC" w14:textId="77777777" w:rsidR="00BE5F70" w:rsidRPr="00510D5E" w:rsidRDefault="00BE5F70" w:rsidP="00510D5E">
              <w:pPr>
                <w:pStyle w:val="Footer"/>
              </w:pPr>
              <w:r w:rsidRPr="00510D5E">
                <w:t>Capital social: 3</w:t>
              </w:r>
              <w:r w:rsidR="00006B4B">
                <w:t>.</w:t>
              </w:r>
              <w:r w:rsidRPr="00510D5E">
                <w:t>854</w:t>
              </w:r>
              <w:r w:rsidR="00006B4B">
                <w:t>.</w:t>
              </w:r>
              <w:r w:rsidRPr="00510D5E">
                <w:t>224</w:t>
              </w:r>
              <w:r w:rsidR="00006B4B">
                <w:t>.0</w:t>
              </w:r>
              <w:r w:rsidRPr="00510D5E">
                <w:t>00 lei</w:t>
              </w:r>
            </w:p>
          </w:tc>
        </w:tr>
        <w:tr w:rsidR="00BE5F70" w:rsidRPr="00510D5E" w14:paraId="3781A3E5" w14:textId="77777777" w:rsidTr="001930B3">
          <w:trPr>
            <w:trHeight w:hRule="exact" w:val="187"/>
          </w:trPr>
          <w:tc>
            <w:tcPr>
              <w:tcW w:w="2381" w:type="dxa"/>
              <w:vAlign w:val="center"/>
            </w:tcPr>
            <w:p w14:paraId="31638B97" w14:textId="77777777" w:rsidR="00BE5F70" w:rsidRPr="00510D5E" w:rsidRDefault="00BE5F70" w:rsidP="00416B4A">
              <w:pPr>
                <w:pStyle w:val="Footer"/>
                <w:ind w:hanging="25"/>
                <w:rPr>
                  <w:b/>
                </w:rPr>
              </w:pPr>
              <w:r w:rsidRPr="00510D5E">
                <w:rPr>
                  <w:b/>
                </w:rPr>
                <w:t xml:space="preserve">de Gaze Naturale </w:t>
              </w:r>
            </w:p>
          </w:tc>
          <w:tc>
            <w:tcPr>
              <w:tcW w:w="2581" w:type="dxa"/>
              <w:vAlign w:val="center"/>
            </w:tcPr>
            <w:p w14:paraId="52EEDF05" w14:textId="77777777" w:rsidR="00BE5F70" w:rsidRPr="00510D5E" w:rsidRDefault="00BE5F70" w:rsidP="00510D5E">
              <w:pPr>
                <w:pStyle w:val="Footer"/>
              </w:pPr>
              <w:r w:rsidRPr="00510D5E">
                <w:t>F: 004-0269-846901</w:t>
              </w:r>
            </w:p>
          </w:tc>
          <w:tc>
            <w:tcPr>
              <w:tcW w:w="2058" w:type="dxa"/>
              <w:vAlign w:val="center"/>
            </w:tcPr>
            <w:p w14:paraId="30EEA161" w14:textId="77777777" w:rsidR="00BE5F70" w:rsidRPr="00510D5E" w:rsidRDefault="00BE5F70" w:rsidP="00510D5E">
              <w:pPr>
                <w:pStyle w:val="Footer"/>
              </w:pPr>
              <w:r w:rsidRPr="00510D5E">
                <w:t xml:space="preserve">Piața C.I. Motaş, nr.4 </w:t>
              </w:r>
            </w:p>
          </w:tc>
          <w:tc>
            <w:tcPr>
              <w:tcW w:w="2619" w:type="dxa"/>
              <w:vAlign w:val="center"/>
            </w:tcPr>
            <w:p w14:paraId="4DB1C28E" w14:textId="77777777" w:rsidR="00BE5F70" w:rsidRPr="00510D5E" w:rsidRDefault="00BE5F70" w:rsidP="00510D5E">
              <w:pPr>
                <w:pStyle w:val="Footer"/>
              </w:pPr>
              <w:r w:rsidRPr="00510D5E">
                <w:t>CIF: RO 14056826</w:t>
              </w:r>
            </w:p>
          </w:tc>
        </w:tr>
        <w:tr w:rsidR="00BE5F70" w:rsidRPr="00510D5E" w14:paraId="34B66D58" w14:textId="77777777" w:rsidTr="001930B3">
          <w:trPr>
            <w:trHeight w:hRule="exact" w:val="187"/>
          </w:trPr>
          <w:tc>
            <w:tcPr>
              <w:tcW w:w="2381" w:type="dxa"/>
              <w:tcMar>
                <w:bottom w:w="14" w:type="dxa"/>
              </w:tcMar>
              <w:vAlign w:val="center"/>
            </w:tcPr>
            <w:p w14:paraId="037947A9" w14:textId="77777777" w:rsidR="00BE5F70" w:rsidRPr="00510D5E" w:rsidRDefault="00BE5F70" w:rsidP="00416B4A">
              <w:pPr>
                <w:pStyle w:val="Footer"/>
                <w:ind w:hanging="25"/>
                <w:rPr>
                  <w:b/>
                </w:rPr>
              </w:pPr>
              <w:r w:rsidRPr="00510D5E">
                <w:rPr>
                  <w:b/>
                </w:rPr>
                <w:t>Romgaz S.A.</w:t>
              </w:r>
            </w:p>
          </w:tc>
          <w:tc>
            <w:tcPr>
              <w:tcW w:w="2581" w:type="dxa"/>
              <w:vAlign w:val="center"/>
            </w:tcPr>
            <w:p w14:paraId="5EBECC19" w14:textId="77777777" w:rsidR="00BE5F70" w:rsidRPr="00510D5E" w:rsidRDefault="00BE5F70" w:rsidP="00510D5E">
              <w:pPr>
                <w:pStyle w:val="Footer"/>
              </w:pPr>
              <w:r w:rsidRPr="00510D5E">
                <w:t>E: secretariat@romgaz.ro</w:t>
              </w:r>
            </w:p>
          </w:tc>
          <w:tc>
            <w:tcPr>
              <w:tcW w:w="2058" w:type="dxa"/>
              <w:vAlign w:val="center"/>
            </w:tcPr>
            <w:p w14:paraId="58A8D3A4" w14:textId="77777777" w:rsidR="00BE5F70" w:rsidRPr="00510D5E" w:rsidRDefault="00BE5F70" w:rsidP="00510D5E">
              <w:pPr>
                <w:pStyle w:val="Footer"/>
              </w:pPr>
              <w:r w:rsidRPr="00510D5E">
                <w:t>Jud. Sibiu – România</w:t>
              </w:r>
            </w:p>
          </w:tc>
          <w:tc>
            <w:tcPr>
              <w:tcW w:w="2619" w:type="dxa"/>
              <w:vAlign w:val="center"/>
            </w:tcPr>
            <w:p w14:paraId="5FCC1E62" w14:textId="77777777" w:rsidR="00BE5F70" w:rsidRPr="00510D5E" w:rsidRDefault="00BE5F70" w:rsidP="00510D5E">
              <w:pPr>
                <w:pStyle w:val="Footer"/>
              </w:pPr>
              <w:r w:rsidRPr="00510D5E">
                <w:t>Nr.ord.reg.com: J32/392/2001</w:t>
              </w:r>
            </w:p>
          </w:tc>
        </w:tr>
      </w:tbl>
      <w:p w14:paraId="558D9758" w14:textId="77777777" w:rsidR="00F917DF" w:rsidRDefault="00F917DF" w:rsidP="007E66EC">
        <w:pPr>
          <w:spacing w:after="0"/>
          <w:rPr>
            <w:rFonts w:ascii="Georgia" w:hAnsi="Georgia"/>
            <w:sz w:val="16"/>
            <w:szCs w:val="16"/>
          </w:rPr>
        </w:pPr>
      </w:p>
      <w:p w14:paraId="33F3E4A9" w14:textId="77777777" w:rsidR="007E66EC" w:rsidRPr="00BC6ABE" w:rsidRDefault="00000000" w:rsidP="007E66EC">
        <w:pPr>
          <w:spacing w:after="0"/>
          <w:rPr>
            <w:rFonts w:ascii="Georgia" w:hAnsi="Georgia"/>
            <w:sz w:val="16"/>
            <w:szCs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B99C08" w14:textId="77777777" w:rsidR="00DB6662" w:rsidRDefault="00DB6662" w:rsidP="008B1CC7">
      <w:r>
        <w:separator/>
      </w:r>
    </w:p>
  </w:footnote>
  <w:footnote w:type="continuationSeparator" w:id="0">
    <w:p w14:paraId="7C677474" w14:textId="77777777" w:rsidR="00DB6662" w:rsidRDefault="00DB6662" w:rsidP="008B1CC7">
      <w:r>
        <w:continuationSeparator/>
      </w:r>
    </w:p>
  </w:footnote>
  <w:footnote w:type="continuationNotice" w:id="1">
    <w:p w14:paraId="1114F527" w14:textId="77777777" w:rsidR="00DB6662" w:rsidRDefault="00DB66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CCF63" w14:textId="77777777" w:rsidR="00BE5F70" w:rsidRDefault="00BE5F70">
    <w:pPr>
      <w:pStyle w:val="Header"/>
    </w:pPr>
    <w:r>
      <w:rPr>
        <w:b/>
        <w:bCs/>
        <w:color w:val="808080" w:themeColor="background1" w:themeShade="80"/>
        <w:sz w:val="14"/>
        <w:szCs w:val="14"/>
        <w:lang w:eastAsia="ro-RO"/>
      </w:rPr>
      <mc:AlternateContent>
        <mc:Choice Requires="wpg">
          <w:drawing>
            <wp:anchor distT="0" distB="0" distL="114300" distR="114300" simplePos="0" relativeHeight="251653121" behindDoc="0" locked="0" layoutInCell="1" allowOverlap="1" wp14:anchorId="28B6CB3D" wp14:editId="079FB5F6">
              <wp:simplePos x="0" y="0"/>
              <wp:positionH relativeFrom="column">
                <wp:posOffset>-157480</wp:posOffset>
              </wp:positionH>
              <wp:positionV relativeFrom="paragraph">
                <wp:posOffset>272721</wp:posOffset>
              </wp:positionV>
              <wp:extent cx="985500" cy="433387"/>
              <wp:effectExtent l="0" t="0" r="0" b="0"/>
              <wp:wrapNone/>
              <wp:docPr id="115" name="Group 1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5500" cy="433387"/>
                        <a:chOff x="6587" y="-24836"/>
                        <a:chExt cx="985500" cy="408940"/>
                      </a:xfrm>
                    </wpg:grpSpPr>
                    <wps:wsp>
                      <wps:cNvPr id="116" name="Text Box 116"/>
                      <wps:cNvSpPr txBox="1"/>
                      <wps:spPr>
                        <a:xfrm>
                          <a:off x="6587" y="2432"/>
                          <a:ext cx="767080" cy="2300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59C2FA3" w14:textId="77777777" w:rsidR="00BE5F70" w:rsidRPr="007426D2" w:rsidRDefault="00BE5F70" w:rsidP="00EA558C">
                            <w:pPr>
                              <w:rPr>
                                <w:color w:val="7F7F7F" w:themeColor="text1" w:themeTint="80"/>
                                <w:lang w:val="en-US"/>
                              </w:rPr>
                            </w:pPr>
                            <w:r w:rsidRPr="007426D2">
                              <w:rPr>
                                <w:color w:val="203D88"/>
                                <w:lang w:val="en-US"/>
                              </w:rPr>
                              <w:t>romgaz</w:t>
                            </w:r>
                            <w:r w:rsidRPr="007426D2">
                              <w:rPr>
                                <w:color w:val="808080"/>
                                <w:lang w:val="en-US"/>
                              </w:rPr>
                              <w:t>.ro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7" name="Picture 117" descr="E:\Galerie-foto\MIV\1. Identitate vizuala\1.02 Supergraphic\PNG\supergraphic-tertiar---wave-2-new-verde.png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2892"/>
                        <a:stretch/>
                      </pic:blipFill>
                      <pic:spPr bwMode="auto">
                        <a:xfrm>
                          <a:off x="104357" y="-24836"/>
                          <a:ext cx="88773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8B6CB3D" id="Group 115" o:spid="_x0000_s1026" style="position:absolute;left:0;text-align:left;margin-left:-12.4pt;margin-top:21.45pt;width:77.6pt;height:34.1pt;z-index:251653121;mso-width-relative:margin;mso-height-relative:margin" coordorigin="65,-248" coordsize="9855,408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6" o:spid="_x0000_s1027" type="#_x0000_t202" style="position:absolute;left:65;top:24;width:7671;height:2301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" fillcolor="window" stroked="f" strokeweight=".5pt">
                <v:textbox>
                  <w:txbxContent>
                    <w:p w14:paraId="359C2FA3" w14:textId="77777777" w:rsidR="00BE5F70" w:rsidRPr="007426D2" w:rsidRDefault="00BE5F70" w:rsidP="00EA558C">
                      <w:pPr>
                        <w:rPr>
                          <w:color w:val="7F7F7F" w:themeColor="text1" w:themeTint="80"/>
                          <w:lang w:val="en-US"/>
                        </w:rPr>
                      </w:pPr>
                      <w:r w:rsidRPr="007426D2">
                        <w:rPr>
                          <w:color w:val="203D88"/>
                          <w:lang w:val="en-US"/>
                        </w:rPr>
                        <w:t>romgaz</w:t>
                      </w:r>
                      <w:r w:rsidRPr="007426D2">
                        <w:rPr>
                          <w:color w:val="808080"/>
                          <w:lang w:val="en-US"/>
                        </w:rPr>
                        <w:t>.ro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7" o:spid="_x0000_s1028" type="#_x0000_t75" style="position:absolute;left:1043;top:-248;width:8877;height:4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">
                <v:imagedata r:id="rId2" o:title="supergraphic-tertiar---wave-2-new-verde" cropleft="28110f"/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eorgia" w:hAnsi="Georgia"/>
      </w:rPr>
      <w:id w:val="584662506"/>
      <w:lock w:val="sdtContentLocked"/>
      <w:placeholder>
        <w:docPart w:val="672F0C8FAE79445B82DE1E33A58593B3"/>
      </w:placeholder>
      <w:group/>
    </w:sdtPr>
    <w:sdtContent>
      <w:p w14:paraId="32B43444" w14:textId="77777777" w:rsidR="00B318AB" w:rsidRPr="00B318AB" w:rsidRDefault="007E66EC">
        <w:pPr>
          <w:pStyle w:val="Header"/>
          <w:rPr>
            <w:rFonts w:ascii="Georgia" w:hAnsi="Georgia"/>
          </w:rPr>
        </w:pPr>
        <w:r w:rsidRPr="00B318AB">
          <w:rPr>
            <w:rFonts w:ascii="Georgia" w:hAnsi="Georgia"/>
            <w:b/>
            <w:bCs/>
            <w:color w:val="808080" w:themeColor="background1" w:themeShade="80"/>
            <w:sz w:val="16"/>
            <w:szCs w:val="16"/>
            <w:lang w:eastAsia="ro-RO"/>
          </w:rPr>
          <w:drawing>
            <wp:anchor distT="0" distB="0" distL="114300" distR="114300" simplePos="0" relativeHeight="251661315" behindDoc="0" locked="0" layoutInCell="1" allowOverlap="1" wp14:anchorId="151446D5" wp14:editId="45EE1027">
              <wp:simplePos x="0" y="0"/>
              <wp:positionH relativeFrom="margin">
                <wp:posOffset>-57997</wp:posOffset>
              </wp:positionH>
              <wp:positionV relativeFrom="page">
                <wp:posOffset>426085</wp:posOffset>
              </wp:positionV>
              <wp:extent cx="673200" cy="162000"/>
              <wp:effectExtent l="0" t="0" r="0" b="9525"/>
              <wp:wrapNone/>
              <wp:docPr id="130" name="Picture 1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Untitled (600 × 500 px) (90 × 90 px) (75 × 35 mm) (1024 × 768 px) (Logo) (75 × 35 mm) (1920 × 1080 px) (1)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73200" cy="16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645DBCF" w14:textId="77777777" w:rsidR="00BE5F70" w:rsidRPr="00B318AB" w:rsidRDefault="00000000">
        <w:pPr>
          <w:pStyle w:val="Header"/>
          <w:rPr>
            <w:rFonts w:ascii="Georgia" w:hAnsi="Georgia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829858665"/>
      <w:lock w:val="sdtContentLocked"/>
      <w:placeholder>
        <w:docPart w:val="672F0C8FAE79445B82DE1E33A58593B3"/>
      </w:placeholder>
      <w:group/>
    </w:sdtPr>
    <w:sdtContent>
      <w:p w14:paraId="54FD0AB4" w14:textId="77777777" w:rsidR="000328E2" w:rsidRPr="00EF678D" w:rsidRDefault="0075764C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  <w:r w:rsidRPr="00EF678D">
          <w:rPr>
            <w:sz w:val="16"/>
            <w:szCs w:val="16"/>
            <w:lang w:eastAsia="ro-RO"/>
          </w:rPr>
          <w:drawing>
            <wp:anchor distT="0" distB="0" distL="114300" distR="114300" simplePos="0" relativeHeight="251653120" behindDoc="0" locked="0" layoutInCell="1" allowOverlap="1" wp14:anchorId="58EE798A" wp14:editId="4FB98703">
              <wp:simplePos x="0" y="0"/>
              <wp:positionH relativeFrom="margin">
                <wp:align>left</wp:align>
              </wp:positionH>
              <wp:positionV relativeFrom="page">
                <wp:posOffset>325755</wp:posOffset>
              </wp:positionV>
              <wp:extent cx="2462530" cy="611505"/>
              <wp:effectExtent l="0" t="0" r="0" b="0"/>
              <wp:wrapSquare wrapText="bothSides"/>
              <wp:docPr id="131" name="Picture 131" descr="C:\Users\diana.muresan\AppData\Local\Microsoft\Windows\INetCache\Content.Word\supergraphic-tertiar---wave-2-cu-logo.p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diana.muresan\AppData\Local\Microsoft\Windows\INetCache\Content.Word\supergraphic-tertiar---wave-2-cu-logo.p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13902" r="13877" b="4676"/>
                      <a:stretch/>
                    </pic:blipFill>
                    <pic:spPr bwMode="auto">
                      <a:xfrm>
                        <a:off x="0" y="0"/>
                        <a:ext cx="2462530" cy="611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0A9089B0" w14:textId="77777777" w:rsidR="005F640A" w:rsidRPr="00EF678D" w:rsidRDefault="005F640A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  <w:p w14:paraId="65FEE6CC" w14:textId="77777777" w:rsidR="006A3FB1" w:rsidRPr="00EF678D" w:rsidRDefault="006A3FB1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  <w:p w14:paraId="7EE91358" w14:textId="77777777" w:rsidR="00EF678D" w:rsidRDefault="00EF678D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  <w:p w14:paraId="4E98251B" w14:textId="77777777" w:rsidR="00EF678D" w:rsidRDefault="00000000" w:rsidP="00EF678D">
        <w:pPr>
          <w:pStyle w:val="Header"/>
          <w:tabs>
            <w:tab w:val="clear" w:pos="4513"/>
            <w:tab w:val="clear" w:pos="9026"/>
          </w:tabs>
          <w:spacing w:after="0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74E4B47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072B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9428A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6F2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DC0C1C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706D9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825A1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EF2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DA9A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7000B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7663FE"/>
    <w:multiLevelType w:val="hybridMultilevel"/>
    <w:tmpl w:val="A596E9C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B575C"/>
    <w:multiLevelType w:val="hybridMultilevel"/>
    <w:tmpl w:val="81CCE4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DF6171"/>
    <w:multiLevelType w:val="multilevel"/>
    <w:tmpl w:val="2AD8F37A"/>
    <w:lvl w:ilvl="0">
      <w:start w:val="1"/>
      <w:numFmt w:val="decimal"/>
      <w:lvlText w:val="%1.1.1.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0677587"/>
    <w:multiLevelType w:val="multilevel"/>
    <w:tmpl w:val="09C06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738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191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hanging="15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2F1548D"/>
    <w:multiLevelType w:val="multilevel"/>
    <w:tmpl w:val="09C065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738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191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1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55" w:hanging="158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44146AB"/>
    <w:multiLevelType w:val="multilevel"/>
    <w:tmpl w:val="BC6E37CC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1F90003C"/>
    <w:multiLevelType w:val="hybridMultilevel"/>
    <w:tmpl w:val="10087610"/>
    <w:lvl w:ilvl="0" w:tplc="D1CC3086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E15725"/>
    <w:multiLevelType w:val="hybridMultilevel"/>
    <w:tmpl w:val="FA949E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520B71"/>
    <w:multiLevelType w:val="multilevel"/>
    <w:tmpl w:val="E3DE5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588" w:hanging="86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2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A6929B2"/>
    <w:multiLevelType w:val="hybridMultilevel"/>
    <w:tmpl w:val="8A60F7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9350E"/>
    <w:multiLevelType w:val="hybridMultilevel"/>
    <w:tmpl w:val="F050B388"/>
    <w:lvl w:ilvl="0" w:tplc="69E6F34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6A2917"/>
    <w:multiLevelType w:val="multilevel"/>
    <w:tmpl w:val="2AD8F37A"/>
    <w:lvl w:ilvl="0">
      <w:start w:val="1"/>
      <w:numFmt w:val="decimal"/>
      <w:lvlText w:val="%1.1.1."/>
      <w:lvlJc w:val="left"/>
      <w:pPr>
        <w:ind w:left="36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F8826B3"/>
    <w:multiLevelType w:val="hybridMultilevel"/>
    <w:tmpl w:val="C06EB092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405363"/>
    <w:multiLevelType w:val="multilevel"/>
    <w:tmpl w:val="0B4A670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7" w:hanging="284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51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3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9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5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8" w:hanging="284"/>
      </w:pPr>
      <w:rPr>
        <w:rFonts w:hint="default"/>
      </w:rPr>
    </w:lvl>
  </w:abstractNum>
  <w:abstractNum w:abstractNumId="24" w15:restartNumberingAfterBreak="0">
    <w:nsid w:val="32E12F9C"/>
    <w:multiLevelType w:val="multilevel"/>
    <w:tmpl w:val="3CC8217C"/>
    <w:lvl w:ilvl="0">
      <w:start w:val="1"/>
      <w:numFmt w:val="decimal"/>
      <w:pStyle w:val="Numbering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99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737" w:hanging="60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8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" w:hanging="284"/>
      </w:pPr>
      <w:rPr>
        <w:rFonts w:hint="default"/>
      </w:rPr>
    </w:lvl>
  </w:abstractNum>
  <w:abstractNum w:abstractNumId="25" w15:restartNumberingAfterBreak="0">
    <w:nsid w:val="38BB18B9"/>
    <w:multiLevelType w:val="multilevel"/>
    <w:tmpl w:val="1C02F898"/>
    <w:lvl w:ilvl="0">
      <w:start w:val="1"/>
      <w:numFmt w:val="decimal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3EC9745C"/>
    <w:multiLevelType w:val="hybridMultilevel"/>
    <w:tmpl w:val="AD204DA0"/>
    <w:lvl w:ilvl="0" w:tplc="5A5841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6F55CF"/>
    <w:multiLevelType w:val="hybridMultilevel"/>
    <w:tmpl w:val="7DF83814"/>
    <w:lvl w:ilvl="0" w:tplc="19D0951A">
      <w:start w:val="1"/>
      <w:numFmt w:val="decimal"/>
      <w:lvlText w:val="%1.1.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81215"/>
    <w:multiLevelType w:val="multilevel"/>
    <w:tmpl w:val="3FDA116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99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420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21" w:hanging="81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6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1" w:hanging="119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2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0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" w:hanging="284"/>
      </w:pPr>
      <w:rPr>
        <w:rFonts w:hint="default"/>
      </w:rPr>
    </w:lvl>
  </w:abstractNum>
  <w:abstractNum w:abstractNumId="29" w15:restartNumberingAfterBreak="0">
    <w:nsid w:val="43AB44EE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49E22459"/>
    <w:multiLevelType w:val="multilevel"/>
    <w:tmpl w:val="118C895C"/>
    <w:lvl w:ilvl="0">
      <w:start w:val="1"/>
      <w:numFmt w:val="bullet"/>
      <w:lvlText w:val=""/>
      <w:lvlJc w:val="left"/>
      <w:pPr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346" w:hanging="284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40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70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532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594" w:hanging="284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656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718" w:hanging="284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780" w:hanging="284"/>
      </w:pPr>
      <w:rPr>
        <w:rFonts w:ascii="Symbol" w:hAnsi="Symbol" w:hint="default"/>
      </w:rPr>
    </w:lvl>
  </w:abstractNum>
  <w:abstractNum w:abstractNumId="31" w15:restartNumberingAfterBreak="0">
    <w:nsid w:val="4A8C1340"/>
    <w:multiLevelType w:val="hybridMultilevel"/>
    <w:tmpl w:val="75C8FB5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9E668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5CB60E83"/>
    <w:multiLevelType w:val="multilevel"/>
    <w:tmpl w:val="90EE9962"/>
    <w:lvl w:ilvl="0">
      <w:start w:val="1"/>
      <w:numFmt w:val="bullet"/>
      <w:pStyle w:val="ListParagraph"/>
      <w:lvlText w:val=""/>
      <w:lvlJc w:val="left"/>
      <w:pPr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397" w:hanging="284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510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623" w:hanging="284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736" w:hanging="284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849" w:hanging="284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962" w:hanging="284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075" w:hanging="284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188" w:hanging="284"/>
      </w:pPr>
      <w:rPr>
        <w:rFonts w:ascii="Symbol" w:hAnsi="Symbol" w:hint="default"/>
      </w:rPr>
    </w:lvl>
  </w:abstractNum>
  <w:abstractNum w:abstractNumId="34" w15:restartNumberingAfterBreak="0">
    <w:nsid w:val="60421169"/>
    <w:multiLevelType w:val="hybridMultilevel"/>
    <w:tmpl w:val="2FBE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3618CF"/>
    <w:multiLevelType w:val="multilevel"/>
    <w:tmpl w:val="0418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CF702C8"/>
    <w:multiLevelType w:val="hybridMultilevel"/>
    <w:tmpl w:val="D3E239D8"/>
    <w:lvl w:ilvl="0" w:tplc="0DFA8DB4">
      <w:start w:val="1"/>
      <w:numFmt w:val="decimal"/>
      <w:lvlText w:val="%1.1.1."/>
      <w:lvlJc w:val="left"/>
      <w:pPr>
        <w:ind w:left="720" w:hanging="36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2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2F6683"/>
    <w:multiLevelType w:val="hybridMultilevel"/>
    <w:tmpl w:val="11228EDA"/>
    <w:lvl w:ilvl="0" w:tplc="40544EF6">
      <w:start w:val="1"/>
      <w:numFmt w:val="decimal"/>
      <w:lvlText w:val="%1."/>
      <w:lvlJc w:val="left"/>
      <w:pPr>
        <w:ind w:left="360" w:hanging="360"/>
      </w:pPr>
      <w:rPr>
        <w:rFonts w:ascii="Trebuchet MS" w:hAnsi="Trebuchet MS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797A79"/>
    <w:multiLevelType w:val="multilevel"/>
    <w:tmpl w:val="D24E9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hanging="567"/>
      </w:pPr>
      <w:rPr>
        <w:rFonts w:ascii="Trebuchet MS" w:hAnsi="Trebuchet MS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5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8" w:hanging="175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35" w:hanging="19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89" w:hanging="232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2608"/>
      </w:pPr>
      <w:rPr>
        <w:rFonts w:hint="default"/>
      </w:rPr>
    </w:lvl>
  </w:abstractNum>
  <w:abstractNum w:abstractNumId="39" w15:restartNumberingAfterBreak="0">
    <w:nsid w:val="7DCF51BB"/>
    <w:multiLevelType w:val="multilevel"/>
    <w:tmpl w:val="5308D582"/>
    <w:lvl w:ilvl="0">
      <w:start w:val="1"/>
      <w:numFmt w:val="decimal"/>
      <w:pStyle w:val="Heading2smal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smal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77984281">
    <w:abstractNumId w:val="25"/>
  </w:num>
  <w:num w:numId="2" w16cid:durableId="1156383759">
    <w:abstractNumId w:val="25"/>
  </w:num>
  <w:num w:numId="3" w16cid:durableId="894582749">
    <w:abstractNumId w:val="15"/>
  </w:num>
  <w:num w:numId="4" w16cid:durableId="737241898">
    <w:abstractNumId w:val="39"/>
  </w:num>
  <w:num w:numId="5" w16cid:durableId="6654731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0398934">
    <w:abstractNumId w:val="19"/>
  </w:num>
  <w:num w:numId="7" w16cid:durableId="546339170">
    <w:abstractNumId w:val="20"/>
  </w:num>
  <w:num w:numId="8" w16cid:durableId="125858766">
    <w:abstractNumId w:val="34"/>
  </w:num>
  <w:num w:numId="9" w16cid:durableId="391855164">
    <w:abstractNumId w:val="9"/>
  </w:num>
  <w:num w:numId="10" w16cid:durableId="2048679794">
    <w:abstractNumId w:val="7"/>
  </w:num>
  <w:num w:numId="11" w16cid:durableId="205456875">
    <w:abstractNumId w:val="6"/>
  </w:num>
  <w:num w:numId="12" w16cid:durableId="422341034">
    <w:abstractNumId w:val="5"/>
  </w:num>
  <w:num w:numId="13" w16cid:durableId="463697203">
    <w:abstractNumId w:val="4"/>
  </w:num>
  <w:num w:numId="14" w16cid:durableId="1588032403">
    <w:abstractNumId w:val="8"/>
  </w:num>
  <w:num w:numId="15" w16cid:durableId="1241064802">
    <w:abstractNumId w:val="3"/>
  </w:num>
  <w:num w:numId="16" w16cid:durableId="1568226564">
    <w:abstractNumId w:val="2"/>
  </w:num>
  <w:num w:numId="17" w16cid:durableId="1217089696">
    <w:abstractNumId w:val="1"/>
  </w:num>
  <w:num w:numId="18" w16cid:durableId="537670815">
    <w:abstractNumId w:val="0"/>
  </w:num>
  <w:num w:numId="19" w16cid:durableId="1914729829">
    <w:abstractNumId w:val="26"/>
  </w:num>
  <w:num w:numId="20" w16cid:durableId="1868591913">
    <w:abstractNumId w:val="16"/>
  </w:num>
  <w:num w:numId="21" w16cid:durableId="1833181074">
    <w:abstractNumId w:val="27"/>
  </w:num>
  <w:num w:numId="22" w16cid:durableId="1391538747">
    <w:abstractNumId w:val="36"/>
  </w:num>
  <w:num w:numId="23" w16cid:durableId="2101370109">
    <w:abstractNumId w:val="36"/>
    <w:lvlOverride w:ilvl="0">
      <w:startOverride w:val="1"/>
    </w:lvlOverride>
  </w:num>
  <w:num w:numId="24" w16cid:durableId="855120300">
    <w:abstractNumId w:val="37"/>
  </w:num>
  <w:num w:numId="25" w16cid:durableId="1911577319">
    <w:abstractNumId w:val="17"/>
  </w:num>
  <w:num w:numId="26" w16cid:durableId="1082870808">
    <w:abstractNumId w:val="31"/>
  </w:num>
  <w:num w:numId="27" w16cid:durableId="1530482816">
    <w:abstractNumId w:val="12"/>
  </w:num>
  <w:num w:numId="28" w16cid:durableId="306325535">
    <w:abstractNumId w:val="21"/>
  </w:num>
  <w:num w:numId="29" w16cid:durableId="1998338720">
    <w:abstractNumId w:val="18"/>
  </w:num>
  <w:num w:numId="30" w16cid:durableId="1192377215">
    <w:abstractNumId w:val="14"/>
  </w:num>
  <w:num w:numId="31" w16cid:durableId="1430732778">
    <w:abstractNumId w:val="13"/>
  </w:num>
  <w:num w:numId="32" w16cid:durableId="1687948429">
    <w:abstractNumId w:val="38"/>
  </w:num>
  <w:num w:numId="33" w16cid:durableId="1524974678">
    <w:abstractNumId w:val="23"/>
  </w:num>
  <w:num w:numId="34" w16cid:durableId="1947271319">
    <w:abstractNumId w:val="24"/>
  </w:num>
  <w:num w:numId="35" w16cid:durableId="2058577402">
    <w:abstractNumId w:val="29"/>
  </w:num>
  <w:num w:numId="36" w16cid:durableId="183593632">
    <w:abstractNumId w:val="28"/>
  </w:num>
  <w:num w:numId="37" w16cid:durableId="549272894">
    <w:abstractNumId w:val="22"/>
  </w:num>
  <w:num w:numId="38" w16cid:durableId="1408334704">
    <w:abstractNumId w:val="32"/>
  </w:num>
  <w:num w:numId="39" w16cid:durableId="1166630368">
    <w:abstractNumId w:val="35"/>
  </w:num>
  <w:num w:numId="40" w16cid:durableId="951592793">
    <w:abstractNumId w:val="30"/>
  </w:num>
  <w:num w:numId="41" w16cid:durableId="2079353791">
    <w:abstractNumId w:val="33"/>
  </w:num>
  <w:num w:numId="42" w16cid:durableId="519926873">
    <w:abstractNumId w:val="33"/>
    <w:lvlOverride w:ilvl="0">
      <w:startOverride w:val="1"/>
    </w:lvlOverride>
  </w:num>
  <w:num w:numId="43" w16cid:durableId="1145397041">
    <w:abstractNumId w:val="10"/>
  </w:num>
  <w:num w:numId="44" w16cid:durableId="110563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attachedTemplate r:id="rId1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stylePaneSortMethod w:val="0003"/>
  <w:documentProtection w:edit="readOnly" w:enforcement="0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969"/>
    <w:rsid w:val="000024B5"/>
    <w:rsid w:val="00004A9D"/>
    <w:rsid w:val="00006B4B"/>
    <w:rsid w:val="00007F8E"/>
    <w:rsid w:val="00016F29"/>
    <w:rsid w:val="0002184D"/>
    <w:rsid w:val="00021CA6"/>
    <w:rsid w:val="00021D66"/>
    <w:rsid w:val="000249A7"/>
    <w:rsid w:val="000257B5"/>
    <w:rsid w:val="00027AA0"/>
    <w:rsid w:val="000328E2"/>
    <w:rsid w:val="000403F8"/>
    <w:rsid w:val="000422B0"/>
    <w:rsid w:val="000429B1"/>
    <w:rsid w:val="0004332B"/>
    <w:rsid w:val="00052BDC"/>
    <w:rsid w:val="00054571"/>
    <w:rsid w:val="000710F3"/>
    <w:rsid w:val="00073DD7"/>
    <w:rsid w:val="00080334"/>
    <w:rsid w:val="00081670"/>
    <w:rsid w:val="00081CC4"/>
    <w:rsid w:val="000827E8"/>
    <w:rsid w:val="00084273"/>
    <w:rsid w:val="000908F0"/>
    <w:rsid w:val="00094FA9"/>
    <w:rsid w:val="00097050"/>
    <w:rsid w:val="000A66EF"/>
    <w:rsid w:val="000B1DEA"/>
    <w:rsid w:val="000B5349"/>
    <w:rsid w:val="000B58F2"/>
    <w:rsid w:val="000B7524"/>
    <w:rsid w:val="000C004A"/>
    <w:rsid w:val="000C40A9"/>
    <w:rsid w:val="000D2208"/>
    <w:rsid w:val="000D789E"/>
    <w:rsid w:val="000D7E1A"/>
    <w:rsid w:val="000E06E4"/>
    <w:rsid w:val="00100F55"/>
    <w:rsid w:val="00112AB7"/>
    <w:rsid w:val="0011530A"/>
    <w:rsid w:val="0011632E"/>
    <w:rsid w:val="00122C8F"/>
    <w:rsid w:val="001265A8"/>
    <w:rsid w:val="00127E25"/>
    <w:rsid w:val="001407BC"/>
    <w:rsid w:val="001425B9"/>
    <w:rsid w:val="00143BD9"/>
    <w:rsid w:val="0015281A"/>
    <w:rsid w:val="001545FD"/>
    <w:rsid w:val="00170871"/>
    <w:rsid w:val="00173A93"/>
    <w:rsid w:val="00175EAD"/>
    <w:rsid w:val="001770B1"/>
    <w:rsid w:val="00177494"/>
    <w:rsid w:val="00191387"/>
    <w:rsid w:val="001930B3"/>
    <w:rsid w:val="0019697F"/>
    <w:rsid w:val="001A52BE"/>
    <w:rsid w:val="001B2417"/>
    <w:rsid w:val="001B564E"/>
    <w:rsid w:val="001B7FED"/>
    <w:rsid w:val="001C1F7D"/>
    <w:rsid w:val="001C6209"/>
    <w:rsid w:val="001C6518"/>
    <w:rsid w:val="001C6FF5"/>
    <w:rsid w:val="001C75C4"/>
    <w:rsid w:val="001D38D1"/>
    <w:rsid w:val="001D6DC4"/>
    <w:rsid w:val="001D7215"/>
    <w:rsid w:val="001F3C82"/>
    <w:rsid w:val="001F4F37"/>
    <w:rsid w:val="001F5433"/>
    <w:rsid w:val="001F6AF8"/>
    <w:rsid w:val="002019D9"/>
    <w:rsid w:val="00205E03"/>
    <w:rsid w:val="00206177"/>
    <w:rsid w:val="0020737A"/>
    <w:rsid w:val="0021674F"/>
    <w:rsid w:val="002215A4"/>
    <w:rsid w:val="00223AB9"/>
    <w:rsid w:val="00224E84"/>
    <w:rsid w:val="002321A5"/>
    <w:rsid w:val="002366E7"/>
    <w:rsid w:val="002369E7"/>
    <w:rsid w:val="00240642"/>
    <w:rsid w:val="00246B23"/>
    <w:rsid w:val="00250C51"/>
    <w:rsid w:val="002519FA"/>
    <w:rsid w:val="00262AAA"/>
    <w:rsid w:val="002667B9"/>
    <w:rsid w:val="00266FD5"/>
    <w:rsid w:val="00282EB1"/>
    <w:rsid w:val="00296E2F"/>
    <w:rsid w:val="00297C51"/>
    <w:rsid w:val="002A3C69"/>
    <w:rsid w:val="002B150C"/>
    <w:rsid w:val="002C082D"/>
    <w:rsid w:val="002C79C5"/>
    <w:rsid w:val="002F6779"/>
    <w:rsid w:val="003022DB"/>
    <w:rsid w:val="00324A2E"/>
    <w:rsid w:val="00326EF1"/>
    <w:rsid w:val="003364BA"/>
    <w:rsid w:val="00336FCC"/>
    <w:rsid w:val="0034230E"/>
    <w:rsid w:val="00366C97"/>
    <w:rsid w:val="00370BFD"/>
    <w:rsid w:val="00371FBF"/>
    <w:rsid w:val="003745BC"/>
    <w:rsid w:val="003817E8"/>
    <w:rsid w:val="0038608B"/>
    <w:rsid w:val="00391404"/>
    <w:rsid w:val="0039488B"/>
    <w:rsid w:val="003965B5"/>
    <w:rsid w:val="003A085D"/>
    <w:rsid w:val="003A1812"/>
    <w:rsid w:val="003A6B9E"/>
    <w:rsid w:val="003A7076"/>
    <w:rsid w:val="003B3CE9"/>
    <w:rsid w:val="003B5375"/>
    <w:rsid w:val="003C1B09"/>
    <w:rsid w:val="003C28A3"/>
    <w:rsid w:val="003C41C8"/>
    <w:rsid w:val="003C4CF3"/>
    <w:rsid w:val="003C7B5E"/>
    <w:rsid w:val="003D565F"/>
    <w:rsid w:val="003F1F51"/>
    <w:rsid w:val="003F3106"/>
    <w:rsid w:val="00401043"/>
    <w:rsid w:val="00403753"/>
    <w:rsid w:val="00410B5E"/>
    <w:rsid w:val="00413FE2"/>
    <w:rsid w:val="00415CA2"/>
    <w:rsid w:val="00416B4A"/>
    <w:rsid w:val="004243F4"/>
    <w:rsid w:val="0042524E"/>
    <w:rsid w:val="00425D4C"/>
    <w:rsid w:val="00430D03"/>
    <w:rsid w:val="0044177E"/>
    <w:rsid w:val="00444612"/>
    <w:rsid w:val="00455C2F"/>
    <w:rsid w:val="00462E45"/>
    <w:rsid w:val="00465870"/>
    <w:rsid w:val="00467082"/>
    <w:rsid w:val="00467B41"/>
    <w:rsid w:val="00470B67"/>
    <w:rsid w:val="00470F8F"/>
    <w:rsid w:val="00471EA7"/>
    <w:rsid w:val="00475662"/>
    <w:rsid w:val="00476995"/>
    <w:rsid w:val="00481AF0"/>
    <w:rsid w:val="004827CF"/>
    <w:rsid w:val="0048390F"/>
    <w:rsid w:val="00485097"/>
    <w:rsid w:val="004A646A"/>
    <w:rsid w:val="004A73D2"/>
    <w:rsid w:val="004B031E"/>
    <w:rsid w:val="004B23B7"/>
    <w:rsid w:val="004B3DC2"/>
    <w:rsid w:val="004C1FF9"/>
    <w:rsid w:val="004D1358"/>
    <w:rsid w:val="004D43AA"/>
    <w:rsid w:val="004D7F3E"/>
    <w:rsid w:val="004E3004"/>
    <w:rsid w:val="004E357B"/>
    <w:rsid w:val="004E46D3"/>
    <w:rsid w:val="004F2931"/>
    <w:rsid w:val="004F2947"/>
    <w:rsid w:val="004F37BD"/>
    <w:rsid w:val="004F63FB"/>
    <w:rsid w:val="004F7AF5"/>
    <w:rsid w:val="00502006"/>
    <w:rsid w:val="00510D5E"/>
    <w:rsid w:val="0051787E"/>
    <w:rsid w:val="00517F4A"/>
    <w:rsid w:val="005227A1"/>
    <w:rsid w:val="00524347"/>
    <w:rsid w:val="00527672"/>
    <w:rsid w:val="0053602C"/>
    <w:rsid w:val="00540FB8"/>
    <w:rsid w:val="00546497"/>
    <w:rsid w:val="00546E11"/>
    <w:rsid w:val="005605A2"/>
    <w:rsid w:val="0056212B"/>
    <w:rsid w:val="005623DE"/>
    <w:rsid w:val="005721C0"/>
    <w:rsid w:val="005763A5"/>
    <w:rsid w:val="005773E9"/>
    <w:rsid w:val="005809E0"/>
    <w:rsid w:val="00590CB3"/>
    <w:rsid w:val="00591811"/>
    <w:rsid w:val="0059372D"/>
    <w:rsid w:val="005946F4"/>
    <w:rsid w:val="005A1BD9"/>
    <w:rsid w:val="005C2B29"/>
    <w:rsid w:val="005C4D46"/>
    <w:rsid w:val="005C6CE7"/>
    <w:rsid w:val="005D4FA4"/>
    <w:rsid w:val="005D5E27"/>
    <w:rsid w:val="005E0B7A"/>
    <w:rsid w:val="005E0ED8"/>
    <w:rsid w:val="005F1E72"/>
    <w:rsid w:val="005F5811"/>
    <w:rsid w:val="005F640A"/>
    <w:rsid w:val="005F7D25"/>
    <w:rsid w:val="006032BB"/>
    <w:rsid w:val="00605675"/>
    <w:rsid w:val="00606F28"/>
    <w:rsid w:val="00611B70"/>
    <w:rsid w:val="00620FBB"/>
    <w:rsid w:val="0064246D"/>
    <w:rsid w:val="00643501"/>
    <w:rsid w:val="00645B27"/>
    <w:rsid w:val="00656F05"/>
    <w:rsid w:val="00660A0F"/>
    <w:rsid w:val="006622BC"/>
    <w:rsid w:val="0066230E"/>
    <w:rsid w:val="00665907"/>
    <w:rsid w:val="006825DF"/>
    <w:rsid w:val="00682B31"/>
    <w:rsid w:val="00683F0B"/>
    <w:rsid w:val="00687C41"/>
    <w:rsid w:val="006916AD"/>
    <w:rsid w:val="00691FC4"/>
    <w:rsid w:val="006A0132"/>
    <w:rsid w:val="006A3FB1"/>
    <w:rsid w:val="006A6D0A"/>
    <w:rsid w:val="006B05B3"/>
    <w:rsid w:val="006C3ABF"/>
    <w:rsid w:val="006D07F2"/>
    <w:rsid w:val="006D4B2D"/>
    <w:rsid w:val="006F777B"/>
    <w:rsid w:val="006F78C5"/>
    <w:rsid w:val="00702999"/>
    <w:rsid w:val="00702D22"/>
    <w:rsid w:val="0070636F"/>
    <w:rsid w:val="00707B14"/>
    <w:rsid w:val="00710F52"/>
    <w:rsid w:val="00712AF4"/>
    <w:rsid w:val="0071317C"/>
    <w:rsid w:val="0071447F"/>
    <w:rsid w:val="00715108"/>
    <w:rsid w:val="00721C2E"/>
    <w:rsid w:val="007231EA"/>
    <w:rsid w:val="007270AD"/>
    <w:rsid w:val="00730B1D"/>
    <w:rsid w:val="00731153"/>
    <w:rsid w:val="007426D2"/>
    <w:rsid w:val="00745208"/>
    <w:rsid w:val="00751CEE"/>
    <w:rsid w:val="00752373"/>
    <w:rsid w:val="007531C6"/>
    <w:rsid w:val="0075764C"/>
    <w:rsid w:val="00765225"/>
    <w:rsid w:val="00766902"/>
    <w:rsid w:val="00766C37"/>
    <w:rsid w:val="00772E6C"/>
    <w:rsid w:val="00775753"/>
    <w:rsid w:val="007821B4"/>
    <w:rsid w:val="0078306C"/>
    <w:rsid w:val="00786D26"/>
    <w:rsid w:val="007908A2"/>
    <w:rsid w:val="007A21DF"/>
    <w:rsid w:val="007A3925"/>
    <w:rsid w:val="007A417C"/>
    <w:rsid w:val="007B22DE"/>
    <w:rsid w:val="007B62A2"/>
    <w:rsid w:val="007C5B0F"/>
    <w:rsid w:val="007C6DD2"/>
    <w:rsid w:val="007C775A"/>
    <w:rsid w:val="007C7FBA"/>
    <w:rsid w:val="007D4B50"/>
    <w:rsid w:val="007D5D14"/>
    <w:rsid w:val="007E66EC"/>
    <w:rsid w:val="007F43A1"/>
    <w:rsid w:val="007F652A"/>
    <w:rsid w:val="008009C6"/>
    <w:rsid w:val="00801C34"/>
    <w:rsid w:val="00802A43"/>
    <w:rsid w:val="008041C2"/>
    <w:rsid w:val="00804685"/>
    <w:rsid w:val="008178E6"/>
    <w:rsid w:val="00821906"/>
    <w:rsid w:val="00822310"/>
    <w:rsid w:val="0082562B"/>
    <w:rsid w:val="0082657C"/>
    <w:rsid w:val="008321BD"/>
    <w:rsid w:val="0084275F"/>
    <w:rsid w:val="0084535F"/>
    <w:rsid w:val="00846153"/>
    <w:rsid w:val="00847811"/>
    <w:rsid w:val="00850102"/>
    <w:rsid w:val="00854A30"/>
    <w:rsid w:val="00855B18"/>
    <w:rsid w:val="0086469F"/>
    <w:rsid w:val="00866633"/>
    <w:rsid w:val="008700AE"/>
    <w:rsid w:val="00870E18"/>
    <w:rsid w:val="0087240B"/>
    <w:rsid w:val="0089002F"/>
    <w:rsid w:val="00891995"/>
    <w:rsid w:val="008937BE"/>
    <w:rsid w:val="00895E9D"/>
    <w:rsid w:val="008A08BC"/>
    <w:rsid w:val="008A3A3C"/>
    <w:rsid w:val="008A440A"/>
    <w:rsid w:val="008A44E7"/>
    <w:rsid w:val="008B1BDF"/>
    <w:rsid w:val="008B1CC7"/>
    <w:rsid w:val="008B3471"/>
    <w:rsid w:val="008C0AED"/>
    <w:rsid w:val="008C4556"/>
    <w:rsid w:val="008C7B2A"/>
    <w:rsid w:val="008C7BB4"/>
    <w:rsid w:val="008D10F7"/>
    <w:rsid w:val="008D63CE"/>
    <w:rsid w:val="008E1B4E"/>
    <w:rsid w:val="008E22EF"/>
    <w:rsid w:val="008E4C45"/>
    <w:rsid w:val="008E6D56"/>
    <w:rsid w:val="00900866"/>
    <w:rsid w:val="00905957"/>
    <w:rsid w:val="00906191"/>
    <w:rsid w:val="00910ACF"/>
    <w:rsid w:val="00914141"/>
    <w:rsid w:val="00914C16"/>
    <w:rsid w:val="00915F0B"/>
    <w:rsid w:val="00923189"/>
    <w:rsid w:val="00935BBF"/>
    <w:rsid w:val="00937A9B"/>
    <w:rsid w:val="00943669"/>
    <w:rsid w:val="00943857"/>
    <w:rsid w:val="00946B64"/>
    <w:rsid w:val="00947455"/>
    <w:rsid w:val="00955B1E"/>
    <w:rsid w:val="0097623C"/>
    <w:rsid w:val="009842BB"/>
    <w:rsid w:val="00990827"/>
    <w:rsid w:val="009930DE"/>
    <w:rsid w:val="0099670E"/>
    <w:rsid w:val="009A2D40"/>
    <w:rsid w:val="009B563D"/>
    <w:rsid w:val="009B7DFD"/>
    <w:rsid w:val="009D269B"/>
    <w:rsid w:val="009D26EB"/>
    <w:rsid w:val="009E08D6"/>
    <w:rsid w:val="009E7F39"/>
    <w:rsid w:val="009F1C15"/>
    <w:rsid w:val="009F55CE"/>
    <w:rsid w:val="00A005F2"/>
    <w:rsid w:val="00A0126E"/>
    <w:rsid w:val="00A012D4"/>
    <w:rsid w:val="00A026F1"/>
    <w:rsid w:val="00A04C66"/>
    <w:rsid w:val="00A12940"/>
    <w:rsid w:val="00A144AD"/>
    <w:rsid w:val="00A1515D"/>
    <w:rsid w:val="00A16BE0"/>
    <w:rsid w:val="00A20E6F"/>
    <w:rsid w:val="00A21CDE"/>
    <w:rsid w:val="00A2559E"/>
    <w:rsid w:val="00A306FE"/>
    <w:rsid w:val="00A30BCE"/>
    <w:rsid w:val="00A41455"/>
    <w:rsid w:val="00A41C9B"/>
    <w:rsid w:val="00A420D4"/>
    <w:rsid w:val="00A45DEB"/>
    <w:rsid w:val="00A51319"/>
    <w:rsid w:val="00A608A8"/>
    <w:rsid w:val="00A623E6"/>
    <w:rsid w:val="00A81CB0"/>
    <w:rsid w:val="00A953EC"/>
    <w:rsid w:val="00AB3E9B"/>
    <w:rsid w:val="00AB41A0"/>
    <w:rsid w:val="00AC634C"/>
    <w:rsid w:val="00AD3857"/>
    <w:rsid w:val="00AD59EB"/>
    <w:rsid w:val="00AE3783"/>
    <w:rsid w:val="00AE5120"/>
    <w:rsid w:val="00B00976"/>
    <w:rsid w:val="00B01C0B"/>
    <w:rsid w:val="00B11C4B"/>
    <w:rsid w:val="00B13626"/>
    <w:rsid w:val="00B151E8"/>
    <w:rsid w:val="00B1630F"/>
    <w:rsid w:val="00B22291"/>
    <w:rsid w:val="00B22702"/>
    <w:rsid w:val="00B24EEE"/>
    <w:rsid w:val="00B275D4"/>
    <w:rsid w:val="00B27969"/>
    <w:rsid w:val="00B318AB"/>
    <w:rsid w:val="00B3305C"/>
    <w:rsid w:val="00B41000"/>
    <w:rsid w:val="00B66F67"/>
    <w:rsid w:val="00B71A69"/>
    <w:rsid w:val="00B72D16"/>
    <w:rsid w:val="00B74C4A"/>
    <w:rsid w:val="00B756F5"/>
    <w:rsid w:val="00B80F32"/>
    <w:rsid w:val="00B83B44"/>
    <w:rsid w:val="00B91C7B"/>
    <w:rsid w:val="00B93FE9"/>
    <w:rsid w:val="00BA1A8C"/>
    <w:rsid w:val="00BA30E0"/>
    <w:rsid w:val="00BA5348"/>
    <w:rsid w:val="00BB0EA3"/>
    <w:rsid w:val="00BB4E9C"/>
    <w:rsid w:val="00BB50CA"/>
    <w:rsid w:val="00BB6705"/>
    <w:rsid w:val="00BB6FF8"/>
    <w:rsid w:val="00BC414C"/>
    <w:rsid w:val="00BC48C4"/>
    <w:rsid w:val="00BC6ABE"/>
    <w:rsid w:val="00BD1F0D"/>
    <w:rsid w:val="00BD3361"/>
    <w:rsid w:val="00BD3A5E"/>
    <w:rsid w:val="00BE4E30"/>
    <w:rsid w:val="00BE5F70"/>
    <w:rsid w:val="00BF22E1"/>
    <w:rsid w:val="00BF233E"/>
    <w:rsid w:val="00C01244"/>
    <w:rsid w:val="00C01ABB"/>
    <w:rsid w:val="00C0513E"/>
    <w:rsid w:val="00C10385"/>
    <w:rsid w:val="00C11CE2"/>
    <w:rsid w:val="00C14DF1"/>
    <w:rsid w:val="00C17701"/>
    <w:rsid w:val="00C2241C"/>
    <w:rsid w:val="00C22D60"/>
    <w:rsid w:val="00C30E19"/>
    <w:rsid w:val="00C3470B"/>
    <w:rsid w:val="00C350AD"/>
    <w:rsid w:val="00C357A7"/>
    <w:rsid w:val="00C378FD"/>
    <w:rsid w:val="00C425B0"/>
    <w:rsid w:val="00C43572"/>
    <w:rsid w:val="00C53F94"/>
    <w:rsid w:val="00C55EF0"/>
    <w:rsid w:val="00C604C2"/>
    <w:rsid w:val="00C60975"/>
    <w:rsid w:val="00C700DE"/>
    <w:rsid w:val="00C73825"/>
    <w:rsid w:val="00C81F29"/>
    <w:rsid w:val="00C911EE"/>
    <w:rsid w:val="00C92F37"/>
    <w:rsid w:val="00CA076A"/>
    <w:rsid w:val="00CA30B2"/>
    <w:rsid w:val="00CA53CA"/>
    <w:rsid w:val="00CA6361"/>
    <w:rsid w:val="00CA7C91"/>
    <w:rsid w:val="00CB0309"/>
    <w:rsid w:val="00CB5923"/>
    <w:rsid w:val="00CB65C9"/>
    <w:rsid w:val="00CB7862"/>
    <w:rsid w:val="00CC0B7F"/>
    <w:rsid w:val="00CC0C01"/>
    <w:rsid w:val="00CD04C0"/>
    <w:rsid w:val="00CD252D"/>
    <w:rsid w:val="00CD3028"/>
    <w:rsid w:val="00CD42EF"/>
    <w:rsid w:val="00CD4EC9"/>
    <w:rsid w:val="00CE04AC"/>
    <w:rsid w:val="00CE4590"/>
    <w:rsid w:val="00CF2A23"/>
    <w:rsid w:val="00D01809"/>
    <w:rsid w:val="00D025FF"/>
    <w:rsid w:val="00D02E68"/>
    <w:rsid w:val="00D064BA"/>
    <w:rsid w:val="00D16A11"/>
    <w:rsid w:val="00D21B94"/>
    <w:rsid w:val="00D238FA"/>
    <w:rsid w:val="00D27D16"/>
    <w:rsid w:val="00D3040C"/>
    <w:rsid w:val="00D30691"/>
    <w:rsid w:val="00D325B8"/>
    <w:rsid w:val="00D421E3"/>
    <w:rsid w:val="00D42A4E"/>
    <w:rsid w:val="00D42C40"/>
    <w:rsid w:val="00D51996"/>
    <w:rsid w:val="00D556C4"/>
    <w:rsid w:val="00D61E3E"/>
    <w:rsid w:val="00D660B7"/>
    <w:rsid w:val="00D803B5"/>
    <w:rsid w:val="00D825CF"/>
    <w:rsid w:val="00D826E2"/>
    <w:rsid w:val="00D839E8"/>
    <w:rsid w:val="00D8514D"/>
    <w:rsid w:val="00D85A0E"/>
    <w:rsid w:val="00D85B92"/>
    <w:rsid w:val="00D86503"/>
    <w:rsid w:val="00DB08BC"/>
    <w:rsid w:val="00DB0A72"/>
    <w:rsid w:val="00DB36E8"/>
    <w:rsid w:val="00DB6662"/>
    <w:rsid w:val="00DC3B52"/>
    <w:rsid w:val="00DD26C4"/>
    <w:rsid w:val="00DD6561"/>
    <w:rsid w:val="00DE18A1"/>
    <w:rsid w:val="00DE2535"/>
    <w:rsid w:val="00DE53DD"/>
    <w:rsid w:val="00E008EA"/>
    <w:rsid w:val="00E010D9"/>
    <w:rsid w:val="00E01E58"/>
    <w:rsid w:val="00E04006"/>
    <w:rsid w:val="00E05F36"/>
    <w:rsid w:val="00E13338"/>
    <w:rsid w:val="00E154C1"/>
    <w:rsid w:val="00E2107F"/>
    <w:rsid w:val="00E27B56"/>
    <w:rsid w:val="00E361BA"/>
    <w:rsid w:val="00E37300"/>
    <w:rsid w:val="00E4588D"/>
    <w:rsid w:val="00E45C2F"/>
    <w:rsid w:val="00E47EE8"/>
    <w:rsid w:val="00E547B5"/>
    <w:rsid w:val="00E558D2"/>
    <w:rsid w:val="00E63CAB"/>
    <w:rsid w:val="00E64D91"/>
    <w:rsid w:val="00E671D6"/>
    <w:rsid w:val="00E67E74"/>
    <w:rsid w:val="00E73219"/>
    <w:rsid w:val="00E857DE"/>
    <w:rsid w:val="00E8662A"/>
    <w:rsid w:val="00E86BE9"/>
    <w:rsid w:val="00E910E3"/>
    <w:rsid w:val="00E9236C"/>
    <w:rsid w:val="00E94A34"/>
    <w:rsid w:val="00E94F9E"/>
    <w:rsid w:val="00EA27E6"/>
    <w:rsid w:val="00EA558C"/>
    <w:rsid w:val="00EB0E6F"/>
    <w:rsid w:val="00EB4172"/>
    <w:rsid w:val="00EC2205"/>
    <w:rsid w:val="00EC3CD9"/>
    <w:rsid w:val="00ED2213"/>
    <w:rsid w:val="00ED3B7E"/>
    <w:rsid w:val="00ED4A8E"/>
    <w:rsid w:val="00EE2B5C"/>
    <w:rsid w:val="00EE574E"/>
    <w:rsid w:val="00EF0CB5"/>
    <w:rsid w:val="00EF0FFE"/>
    <w:rsid w:val="00EF678D"/>
    <w:rsid w:val="00EF7A73"/>
    <w:rsid w:val="00F03A63"/>
    <w:rsid w:val="00F04AD1"/>
    <w:rsid w:val="00F06ECA"/>
    <w:rsid w:val="00F13B20"/>
    <w:rsid w:val="00F14481"/>
    <w:rsid w:val="00F174E9"/>
    <w:rsid w:val="00F21CC5"/>
    <w:rsid w:val="00F23E42"/>
    <w:rsid w:val="00F24FD0"/>
    <w:rsid w:val="00F34B96"/>
    <w:rsid w:val="00F40535"/>
    <w:rsid w:val="00F40F04"/>
    <w:rsid w:val="00F416E0"/>
    <w:rsid w:val="00F454F9"/>
    <w:rsid w:val="00F5598E"/>
    <w:rsid w:val="00F56E37"/>
    <w:rsid w:val="00F60362"/>
    <w:rsid w:val="00F62E74"/>
    <w:rsid w:val="00F63A36"/>
    <w:rsid w:val="00F65765"/>
    <w:rsid w:val="00F72D8D"/>
    <w:rsid w:val="00F74A5B"/>
    <w:rsid w:val="00F803EC"/>
    <w:rsid w:val="00F90313"/>
    <w:rsid w:val="00F917DF"/>
    <w:rsid w:val="00F92702"/>
    <w:rsid w:val="00F94FCD"/>
    <w:rsid w:val="00F964F6"/>
    <w:rsid w:val="00FA4F2F"/>
    <w:rsid w:val="00FB07F5"/>
    <w:rsid w:val="00FB7DC9"/>
    <w:rsid w:val="00FC3707"/>
    <w:rsid w:val="00FC5A1B"/>
    <w:rsid w:val="00FD42E9"/>
    <w:rsid w:val="00FD5C62"/>
    <w:rsid w:val="00FD6172"/>
    <w:rsid w:val="00FE4AFB"/>
    <w:rsid w:val="00FF4F78"/>
    <w:rsid w:val="00FF54F8"/>
    <w:rsid w:val="00FF5CD3"/>
    <w:rsid w:val="00FF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6CC89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rebuchet MS" w:eastAsiaTheme="minorHAnsi" w:hAnsi="Trebuchet MS" w:cstheme="minorBidi"/>
        <w:position w:val="8"/>
        <w:lang w:val="ro-RO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BDC"/>
    <w:pPr>
      <w:tabs>
        <w:tab w:val="left" w:pos="425"/>
      </w:tabs>
    </w:pPr>
    <w:rPr>
      <w:noProof/>
    </w:rPr>
  </w:style>
  <w:style w:type="paragraph" w:styleId="Heading1">
    <w:name w:val="heading 1"/>
    <w:basedOn w:val="Normal"/>
    <w:next w:val="Normal"/>
    <w:link w:val="Heading1Char"/>
    <w:uiPriority w:val="9"/>
    <w:qFormat/>
    <w:rsid w:val="00A306FE"/>
    <w:pPr>
      <w:keepNext/>
      <w:keepLines/>
      <w:spacing w:before="120"/>
      <w:contextualSpacing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Title"/>
    <w:next w:val="Normal"/>
    <w:link w:val="Heading2Char"/>
    <w:autoRedefine/>
    <w:uiPriority w:val="9"/>
    <w:unhideWhenUsed/>
    <w:qFormat/>
    <w:rsid w:val="00A306FE"/>
    <w:pPr>
      <w:spacing w:before="120" w:line="240" w:lineRule="auto"/>
      <w:contextualSpacing/>
      <w:jc w:val="center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01809"/>
    <w:pPr>
      <w:keepNext/>
      <w:keepLines/>
      <w:spacing w:before="120"/>
      <w:jc w:val="center"/>
      <w:outlineLvl w:val="2"/>
    </w:pPr>
    <w:rPr>
      <w:rFonts w:eastAsiaTheme="majorEastAsia" w:cstheme="majorBidi"/>
      <w:color w:val="000000" w:themeColor="text1"/>
      <w:u w:val="single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01809"/>
    <w:pPr>
      <w:keepNext/>
      <w:keepLines/>
      <w:spacing w:before="120"/>
      <w:jc w:val="center"/>
      <w:outlineLvl w:val="3"/>
    </w:pPr>
    <w:rPr>
      <w:rFonts w:eastAsiaTheme="majorEastAsia" w:cstheme="majorBidi"/>
      <w:iCs/>
      <w:color w:val="203D88"/>
      <w:position w:val="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306FE"/>
    <w:pPr>
      <w:keepNext/>
      <w:keepLines/>
      <w:spacing w:before="120"/>
      <w:jc w:val="center"/>
      <w:outlineLvl w:val="4"/>
    </w:pPr>
    <w:rPr>
      <w:rFonts w:eastAsiaTheme="majorEastAsia" w:cstheme="majorBidi"/>
      <w:color w:val="203D88"/>
      <w:u w:val="single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306FE"/>
    <w:pPr>
      <w:spacing w:before="120"/>
      <w:jc w:val="center"/>
      <w:outlineLvl w:val="5"/>
    </w:pPr>
    <w:rPr>
      <w:color w:val="595959" w:themeColor="text1" w:themeTint="A6"/>
      <w:u w:val="single"/>
      <w:lang w:val="en-US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A306FE"/>
    <w:pPr>
      <w:keepNext/>
      <w:keepLines/>
      <w:spacing w:before="120"/>
      <w:jc w:val="center"/>
      <w:outlineLvl w:val="6"/>
    </w:pPr>
    <w:rPr>
      <w:rFonts w:eastAsiaTheme="majorEastAsia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AB3E9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AB3E9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306FE"/>
    <w:rPr>
      <w:b/>
      <w:i/>
      <w:lang w:val="en-US"/>
    </w:rPr>
  </w:style>
  <w:style w:type="paragraph" w:styleId="Title">
    <w:name w:val="Title"/>
    <w:basedOn w:val="Normal"/>
    <w:next w:val="Normal"/>
    <w:link w:val="TitleChar"/>
    <w:uiPriority w:val="10"/>
    <w:rsid w:val="00D30691"/>
    <w:pPr>
      <w:spacing w:line="276" w:lineRule="auto"/>
    </w:pPr>
    <w:rPr>
      <w:b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D30691"/>
    <w:rPr>
      <w:rFonts w:ascii="Trebuchet MS" w:hAnsi="Trebuchet MS"/>
      <w:b/>
      <w:lang w:val="en-US"/>
    </w:rPr>
  </w:style>
  <w:style w:type="paragraph" w:customStyle="1" w:styleId="Heading2small">
    <w:name w:val="Heading 2 small"/>
    <w:basedOn w:val="Heading2"/>
    <w:next w:val="Heading3"/>
    <w:link w:val="Heading2smallChar"/>
    <w:autoRedefine/>
    <w:rsid w:val="00605675"/>
    <w:pPr>
      <w:numPr>
        <w:numId w:val="4"/>
      </w:numPr>
      <w:spacing w:before="200"/>
      <w:ind w:left="578" w:hanging="578"/>
    </w:pPr>
    <w:rPr>
      <w:bCs/>
    </w:rPr>
  </w:style>
  <w:style w:type="character" w:customStyle="1" w:styleId="Heading2smallChar">
    <w:name w:val="Heading 2 small Char"/>
    <w:basedOn w:val="Heading2Char"/>
    <w:link w:val="Heading2small"/>
    <w:rsid w:val="00605675"/>
    <w:rPr>
      <w:rFonts w:ascii="Kanit Medium" w:eastAsiaTheme="majorEastAsia" w:hAnsi="Kanit Medium" w:cstheme="majorBidi"/>
      <w:b/>
      <w:bCs/>
      <w:i/>
      <w:color w:val="4472C4" w:themeColor="accent1"/>
      <w:spacing w:val="-10"/>
      <w:kern w:val="28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D01809"/>
    <w:rPr>
      <w:rFonts w:eastAsiaTheme="majorEastAsia" w:cstheme="majorBidi"/>
      <w:color w:val="000000" w:themeColor="text1"/>
      <w:u w:val="single"/>
    </w:rPr>
  </w:style>
  <w:style w:type="paragraph" w:customStyle="1" w:styleId="h2">
    <w:name w:val="h2"/>
    <w:basedOn w:val="Heading2"/>
    <w:next w:val="Normal"/>
    <w:link w:val="h2Char"/>
    <w:autoRedefine/>
    <w:rsid w:val="005605A2"/>
    <w:pPr>
      <w:tabs>
        <w:tab w:val="num" w:pos="1440"/>
      </w:tabs>
      <w:spacing w:before="200"/>
      <w:ind w:left="1440" w:hanging="720"/>
    </w:pPr>
    <w:rPr>
      <w:bCs/>
    </w:rPr>
  </w:style>
  <w:style w:type="character" w:customStyle="1" w:styleId="h2Char">
    <w:name w:val="h2 Char"/>
    <w:basedOn w:val="Heading2Char"/>
    <w:link w:val="h2"/>
    <w:rsid w:val="005605A2"/>
    <w:rPr>
      <w:rFonts w:ascii="Kanit Medium" w:eastAsiaTheme="majorEastAsia" w:hAnsi="Kanit Medium" w:cstheme="majorBidi"/>
      <w:b/>
      <w:bCs/>
      <w:i/>
      <w:color w:val="4472C4" w:themeColor="accent1"/>
      <w:spacing w:val="-10"/>
      <w:kern w:val="28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B1CC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1CC7"/>
  </w:style>
  <w:style w:type="paragraph" w:styleId="Footer">
    <w:name w:val="footer"/>
    <w:basedOn w:val="Normal"/>
    <w:link w:val="FooterChar"/>
    <w:uiPriority w:val="99"/>
    <w:unhideWhenUsed/>
    <w:rsid w:val="00510D5E"/>
    <w:pPr>
      <w:tabs>
        <w:tab w:val="center" w:pos="4513"/>
        <w:tab w:val="right" w:pos="9026"/>
      </w:tabs>
    </w:pPr>
    <w:rPr>
      <w:rFonts w:ascii="Georgia" w:hAnsi="Georgia"/>
      <w:color w:val="808080"/>
      <w:sz w:val="17"/>
    </w:rPr>
  </w:style>
  <w:style w:type="character" w:customStyle="1" w:styleId="FooterChar">
    <w:name w:val="Footer Char"/>
    <w:basedOn w:val="DefaultParagraphFont"/>
    <w:link w:val="Footer"/>
    <w:uiPriority w:val="99"/>
    <w:rsid w:val="00510D5E"/>
    <w:rPr>
      <w:color w:val="808080"/>
      <w:sz w:val="17"/>
    </w:rPr>
  </w:style>
  <w:style w:type="character" w:styleId="Hyperlink">
    <w:name w:val="Hyperlink"/>
    <w:basedOn w:val="DefaultParagraphFont"/>
    <w:uiPriority w:val="99"/>
    <w:unhideWhenUsed/>
    <w:rsid w:val="0011632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1632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27A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7A1"/>
    <w:rPr>
      <w:rFonts w:ascii="Segoe U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04C66"/>
    <w:rPr>
      <w:color w:val="954F72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A04C66"/>
  </w:style>
  <w:style w:type="table" w:styleId="TableGrid">
    <w:name w:val="Table Grid"/>
    <w:basedOn w:val="TableNormal"/>
    <w:uiPriority w:val="39"/>
    <w:rsid w:val="008041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rsid w:val="008E22EF"/>
  </w:style>
  <w:style w:type="character" w:customStyle="1" w:styleId="Heading1Char">
    <w:name w:val="Heading 1 Char"/>
    <w:basedOn w:val="DefaultParagraphFont"/>
    <w:link w:val="Heading1"/>
    <w:uiPriority w:val="9"/>
    <w:rsid w:val="00A306FE"/>
    <w:rPr>
      <w:rFonts w:eastAsiaTheme="majorEastAsia" w:cstheme="majorBidi"/>
      <w:b/>
      <w:szCs w:val="32"/>
    </w:rPr>
  </w:style>
  <w:style w:type="character" w:styleId="PlaceholderText">
    <w:name w:val="Placeholder Text"/>
    <w:basedOn w:val="DefaultParagraphFont"/>
    <w:uiPriority w:val="99"/>
    <w:semiHidden/>
    <w:rsid w:val="003A1812"/>
    <w:rPr>
      <w:color w:val="808080"/>
    </w:rPr>
  </w:style>
  <w:style w:type="character" w:customStyle="1" w:styleId="Style1">
    <w:name w:val="Style1"/>
    <w:basedOn w:val="DefaultParagraphFont"/>
    <w:uiPriority w:val="1"/>
    <w:rsid w:val="00822310"/>
  </w:style>
  <w:style w:type="paragraph" w:styleId="Subtitle">
    <w:name w:val="Subtitle"/>
    <w:basedOn w:val="Normal"/>
    <w:next w:val="Normal"/>
    <w:link w:val="SubtitleChar"/>
    <w:uiPriority w:val="11"/>
    <w:rsid w:val="007B62A2"/>
    <w:pPr>
      <w:numPr>
        <w:ilvl w:val="1"/>
      </w:numPr>
      <w:spacing w:before="120"/>
    </w:pPr>
    <w:rPr>
      <w:rFonts w:eastAsiaTheme="minorEastAsia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B62A2"/>
    <w:rPr>
      <w:rFonts w:eastAsiaTheme="minorEastAsia"/>
      <w:color w:val="5A5A5A" w:themeColor="text1" w:themeTint="A5"/>
      <w:spacing w:val="15"/>
      <w:szCs w:val="22"/>
    </w:rPr>
  </w:style>
  <w:style w:type="character" w:styleId="SubtleEmphasis">
    <w:name w:val="Subtle Emphasis"/>
    <w:basedOn w:val="DefaultParagraphFont"/>
    <w:uiPriority w:val="19"/>
    <w:rsid w:val="007B62A2"/>
    <w:rPr>
      <w:rFonts w:ascii="Trebuchet MS" w:hAnsi="Trebuchet MS"/>
      <w:i/>
      <w:iCs/>
      <w:color w:val="404040" w:themeColor="text1" w:themeTint="BF"/>
      <w:sz w:val="20"/>
    </w:rPr>
  </w:style>
  <w:style w:type="character" w:styleId="Emphasis">
    <w:name w:val="Emphasis"/>
    <w:basedOn w:val="DefaultParagraphFont"/>
    <w:uiPriority w:val="20"/>
    <w:rsid w:val="007B62A2"/>
    <w:rPr>
      <w:rFonts w:ascii="Trebuchet MS" w:hAnsi="Trebuchet MS"/>
      <w:i/>
      <w:iCs/>
      <w:sz w:val="20"/>
    </w:rPr>
  </w:style>
  <w:style w:type="character" w:styleId="IntenseEmphasis">
    <w:name w:val="Intense Emphasis"/>
    <w:basedOn w:val="DefaultParagraphFont"/>
    <w:uiPriority w:val="21"/>
    <w:rsid w:val="007B62A2"/>
    <w:rPr>
      <w:rFonts w:ascii="Trebuchet MS" w:hAnsi="Trebuchet MS"/>
      <w:i/>
      <w:iCs/>
      <w:color w:val="203D88"/>
    </w:rPr>
  </w:style>
  <w:style w:type="character" w:styleId="Strong">
    <w:name w:val="Strong"/>
    <w:basedOn w:val="DefaultParagraphFont"/>
    <w:uiPriority w:val="22"/>
    <w:qFormat/>
    <w:rsid w:val="00D30691"/>
    <w:rPr>
      <w:rFonts w:ascii="Trebuchet MS" w:hAnsi="Trebuchet MS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416E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416E0"/>
    <w:rPr>
      <w:rFonts w:ascii="Trebuchet MS" w:hAnsi="Trebuchet MS"/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rsid w:val="00F416E0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416E0"/>
    <w:rPr>
      <w:rFonts w:ascii="Trebuchet MS" w:hAnsi="Trebuchet MS"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/>
    <w:rsid w:val="00F416E0"/>
    <w:rPr>
      <w:rFonts w:ascii="Trebuchet MS" w:hAnsi="Trebuchet MS"/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F416E0"/>
    <w:rPr>
      <w:rFonts w:ascii="Trebuchet MS" w:hAnsi="Trebuchet MS"/>
      <w:b/>
      <w:bCs/>
      <w:i/>
      <w:iCs/>
      <w:spacing w:val="5"/>
    </w:rPr>
  </w:style>
  <w:style w:type="paragraph" w:styleId="ListParagraph">
    <w:name w:val="List Paragraph"/>
    <w:aliases w:val="Bullet"/>
    <w:basedOn w:val="Normal"/>
    <w:link w:val="ListParagraphChar"/>
    <w:uiPriority w:val="2"/>
    <w:qFormat/>
    <w:rsid w:val="00E27B56"/>
    <w:pPr>
      <w:numPr>
        <w:numId w:val="41"/>
      </w:numPr>
      <w:contextualSpacing/>
    </w:pPr>
  </w:style>
  <w:style w:type="character" w:styleId="IntenseReference">
    <w:name w:val="Intense Reference"/>
    <w:basedOn w:val="DefaultParagraphFont"/>
    <w:uiPriority w:val="32"/>
    <w:rsid w:val="00F416E0"/>
    <w:rPr>
      <w:rFonts w:ascii="Trebuchet MS" w:hAnsi="Trebuchet MS"/>
      <w:b/>
      <w:bCs/>
      <w:smallCaps/>
      <w:color w:val="4472C4" w:themeColor="accent1"/>
      <w:spacing w:val="5"/>
    </w:rPr>
  </w:style>
  <w:style w:type="paragraph" w:customStyle="1" w:styleId="Numbering">
    <w:name w:val="Numbering"/>
    <w:basedOn w:val="ListParagraph"/>
    <w:link w:val="NumberingChar"/>
    <w:uiPriority w:val="1"/>
    <w:qFormat/>
    <w:rsid w:val="00C01ABB"/>
    <w:pPr>
      <w:numPr>
        <w:numId w:val="34"/>
      </w:numPr>
    </w:pPr>
  </w:style>
  <w:style w:type="character" w:customStyle="1" w:styleId="ListParagraphChar">
    <w:name w:val="List Paragraph Char"/>
    <w:aliases w:val="Bullet Char"/>
    <w:basedOn w:val="DefaultParagraphFont"/>
    <w:link w:val="ListParagraph"/>
    <w:uiPriority w:val="2"/>
    <w:rsid w:val="00E27B56"/>
  </w:style>
  <w:style w:type="character" w:customStyle="1" w:styleId="NumberingChar">
    <w:name w:val="Numbering Char"/>
    <w:basedOn w:val="ListParagraphChar"/>
    <w:link w:val="Numbering"/>
    <w:uiPriority w:val="1"/>
    <w:rsid w:val="000D2208"/>
  </w:style>
  <w:style w:type="character" w:customStyle="1" w:styleId="Heading4Char">
    <w:name w:val="Heading 4 Char"/>
    <w:basedOn w:val="DefaultParagraphFont"/>
    <w:link w:val="Heading4"/>
    <w:uiPriority w:val="9"/>
    <w:rsid w:val="00D01809"/>
    <w:rPr>
      <w:rFonts w:eastAsiaTheme="majorEastAsia" w:cstheme="majorBidi"/>
      <w:iCs/>
      <w:color w:val="203D88"/>
      <w:position w:val="0"/>
    </w:rPr>
  </w:style>
  <w:style w:type="character" w:customStyle="1" w:styleId="Heading5Char">
    <w:name w:val="Heading 5 Char"/>
    <w:basedOn w:val="DefaultParagraphFont"/>
    <w:link w:val="Heading5"/>
    <w:uiPriority w:val="9"/>
    <w:rsid w:val="00A306FE"/>
    <w:rPr>
      <w:rFonts w:eastAsiaTheme="majorEastAsia" w:cstheme="majorBidi"/>
      <w:color w:val="203D88"/>
      <w:u w:val="single"/>
    </w:rPr>
  </w:style>
  <w:style w:type="character" w:customStyle="1" w:styleId="Heading6Char">
    <w:name w:val="Heading 6 Char"/>
    <w:basedOn w:val="DefaultParagraphFont"/>
    <w:link w:val="Heading6"/>
    <w:uiPriority w:val="9"/>
    <w:rsid w:val="00A306FE"/>
    <w:rPr>
      <w:color w:val="595959" w:themeColor="text1" w:themeTint="A6"/>
      <w:u w:val="single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A306FE"/>
    <w:rPr>
      <w:rFonts w:eastAsiaTheme="majorEastAsia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AB3E9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AB3E9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5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8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INCA.AVRAM\Documents\STAGIATUR&#258;\Certificate%20finalizare%20stagiu\2024\&#536;uleru%20Mihaela%20Cristiana\Adres&#259;%20&#238;nso&#539;itoare%20ITM%20-%20certificat%20finalizare%20stagi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615A6624EA548E08526F27FDB8EBA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A899A2-2267-49B8-8761-333C4F83EBD1}"/>
      </w:docPartPr>
      <w:docPartBody>
        <w:p w:rsidR="00FD63E2" w:rsidRDefault="00000000">
          <w:pPr>
            <w:pStyle w:val="2615A6624EA548E08526F27FDB8EBAB6"/>
          </w:pPr>
          <w:r w:rsidRPr="0032558D">
            <w:rPr>
              <w:rStyle w:val="PlaceholderText"/>
            </w:rPr>
            <w:t>Choose an item.</w:t>
          </w:r>
        </w:p>
      </w:docPartBody>
    </w:docPart>
    <w:docPart>
      <w:docPartPr>
        <w:name w:val="672F0C8FAE79445B82DE1E33A58593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295A09-D93E-4BFA-898C-77ECDA1F575A}"/>
      </w:docPartPr>
      <w:docPartBody>
        <w:p w:rsidR="00FD63E2" w:rsidRDefault="00000000">
          <w:pPr>
            <w:pStyle w:val="672F0C8FAE79445B82DE1E33A58593B3"/>
          </w:pPr>
          <w:r w:rsidRPr="0090034C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Kanit Medium">
    <w:charset w:val="DE"/>
    <w:family w:val="auto"/>
    <w:pitch w:val="variable"/>
    <w:sig w:usb0="00000000" w:usb1="5000207B" w:usb2="00000000" w:usb3="00000000" w:csb0="00010193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ora">
    <w:charset w:val="00"/>
    <w:family w:val="auto"/>
    <w:pitch w:val="variable"/>
    <w:sig w:usb0="A000006F" w:usb1="5000004B" w:usb2="00010000" w:usb3="00000000" w:csb0="0000009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D42"/>
    <w:rsid w:val="00054571"/>
    <w:rsid w:val="001008B1"/>
    <w:rsid w:val="00146BF3"/>
    <w:rsid w:val="00177A49"/>
    <w:rsid w:val="001B5DBD"/>
    <w:rsid w:val="004943AB"/>
    <w:rsid w:val="005E0B7A"/>
    <w:rsid w:val="007231EA"/>
    <w:rsid w:val="00863636"/>
    <w:rsid w:val="00866633"/>
    <w:rsid w:val="00A21CDE"/>
    <w:rsid w:val="00E86BE9"/>
    <w:rsid w:val="00E910E3"/>
    <w:rsid w:val="00F36977"/>
    <w:rsid w:val="00F63A36"/>
    <w:rsid w:val="00F72AFE"/>
    <w:rsid w:val="00FD63E2"/>
    <w:rsid w:val="00FF6C5E"/>
    <w:rsid w:val="00FF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15A6624EA548E08526F27FDB8EBAB6">
    <w:name w:val="2615A6624EA548E08526F27FDB8EBAB6"/>
  </w:style>
  <w:style w:type="paragraph" w:customStyle="1" w:styleId="672F0C8FAE79445B82DE1E33A58593B3">
    <w:name w:val="672F0C8FAE79445B82DE1E33A58593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E788F15C9FEB4B99D3EE633079043A" ma:contentTypeVersion="2" ma:contentTypeDescription="Create a new document." ma:contentTypeScope="" ma:versionID="8c89e174c116551eeccdd714bfcb1fc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f14e5082873e9b373e62b5477d0e46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923F8-E77C-4AC4-BF15-1805FEE95A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D8F2A9-591A-4DED-9603-80CAB36FC6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AF8CDC-FAD0-45BF-AC30-225E340663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E1823C-1826-4E32-A542-900997CE0D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Adresă însoțitoare ITM - certificat finalizare stagiu</Template>
  <TotalTime>0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2024-09-03T11:12:00Z</dcterms:created>
  <dcterms:modified xsi:type="dcterms:W3CDTF">2024-10-24T11:37:00Z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0x01010023E788F15C9FEB4B99D3EE633079043A</vt:lpwstr>
  </property>
</Properties>
</file>